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708"/>
        <w:gridCol w:w="247"/>
        <w:gridCol w:w="3839"/>
        <w:gridCol w:w="3832"/>
        <w:gridCol w:w="13"/>
      </w:tblGrid>
      <w:tr w:rsidR="003B7DF9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4B42" w:rsidRDefault="003B7DF9" w:rsidP="00F34375"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671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2E2274" w:rsidP="00F3437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3B7DF9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906A2" w:rsidRDefault="003B7DF9" w:rsidP="00F34375">
            <w:pPr>
              <w:rPr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671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2E2274" w:rsidP="00C84A0D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</w:t>
            </w:r>
            <w:r w:rsidR="003B7DF9" w:rsidRPr="001906A2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3B7DF9" w:rsidRPr="001906A2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1906A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84A0D">
              <w:rPr>
                <w:rFonts w:ascii="Arial" w:hAnsi="Arial" w:cs="Arial"/>
                <w:sz w:val="18"/>
                <w:szCs w:val="18"/>
              </w:rPr>
              <w:t>79</w:t>
            </w:r>
          </w:p>
        </w:tc>
      </w:tr>
      <w:tr w:rsidR="003B7DF9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906A2" w:rsidRDefault="00894682" w:rsidP="00F34375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671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2E2274" w:rsidP="00F3437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894682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671" w:type="dxa"/>
            <w:gridSpan w:val="2"/>
            <w:tcMar>
              <w:top w:w="28" w:type="dxa"/>
              <w:bottom w:w="28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906A2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1906A2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1906A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C84A0D">
              <w:rPr>
                <w:rFonts w:ascii="Arial" w:hAnsi="Arial" w:cs="Arial"/>
                <w:noProof/>
                <w:sz w:val="18"/>
                <w:szCs w:val="18"/>
              </w:rPr>
              <w:t>Monday, 29 June 2020</w:t>
            </w:r>
            <w:r w:rsidRPr="001906A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894682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671" w:type="dxa"/>
            <w:gridSpan w:val="2"/>
            <w:tcMar>
              <w:top w:w="28" w:type="dxa"/>
              <w:bottom w:w="28" w:type="dxa"/>
            </w:tcMar>
            <w:vAlign w:val="center"/>
          </w:tcPr>
          <w:p w:rsidR="00894682" w:rsidRPr="001906A2" w:rsidRDefault="002E2274" w:rsidP="0034527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894682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671" w:type="dxa"/>
            <w:gridSpan w:val="2"/>
            <w:vMerge w:val="restart"/>
            <w:tcMar>
              <w:top w:w="28" w:type="dxa"/>
              <w:bottom w:w="28" w:type="dxa"/>
            </w:tcMar>
          </w:tcPr>
          <w:p w:rsidR="00894682" w:rsidRPr="001906A2" w:rsidRDefault="00C84A0D" w:rsidP="00C84A0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Extensive recurrent left leg DVT. Worsening swelling and pain despite anticoagulation. Swelling of right leg but less marked. Patient unable to walk. Discussed with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Taylor. </w:t>
            </w:r>
          </w:p>
        </w:tc>
      </w:tr>
      <w:tr w:rsidR="00894682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671" w:type="dxa"/>
            <w:gridSpan w:val="2"/>
            <w:vMerge/>
            <w:tcMar>
              <w:top w:w="28" w:type="dxa"/>
              <w:bottom w:w="28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894682" w:rsidRPr="001906A2" w:rsidTr="0025571B">
        <w:trPr>
          <w:gridAfter w:val="1"/>
          <w:wAfter w:w="13" w:type="dxa"/>
        </w:trPr>
        <w:tc>
          <w:tcPr>
            <w:tcW w:w="9626" w:type="dxa"/>
            <w:gridSpan w:val="4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1906A2">
              <w:rPr>
                <w:rFonts w:ascii="Arial" w:hAnsi="Arial"/>
                <w:b/>
                <w:bCs/>
                <w:sz w:val="18"/>
                <w:szCs w:val="20"/>
              </w:rPr>
              <w:t>Bilateral Lower Extremity Venous Duplex</w:t>
            </w:r>
          </w:p>
        </w:tc>
      </w:tr>
      <w:tr w:rsidR="00894682" w:rsidRPr="001906A2" w:rsidTr="0025571B">
        <w:trPr>
          <w:gridAfter w:val="1"/>
          <w:wAfter w:w="13" w:type="dxa"/>
          <w:trHeight w:val="7938"/>
        </w:trPr>
        <w:tc>
          <w:tcPr>
            <w:tcW w:w="9626" w:type="dxa"/>
            <w:gridSpan w:val="4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7C783D" w:rsidP="001906A2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4832" behindDoc="0" locked="0" layoutInCell="1" allowOverlap="1">
                      <wp:simplePos x="0" y="0"/>
                      <wp:positionH relativeFrom="column">
                        <wp:posOffset>3801745</wp:posOffset>
                      </wp:positionH>
                      <wp:positionV relativeFrom="paragraph">
                        <wp:posOffset>442595</wp:posOffset>
                      </wp:positionV>
                      <wp:extent cx="645795" cy="3550285"/>
                      <wp:effectExtent l="19050" t="19050" r="40005" b="12065"/>
                      <wp:wrapNone/>
                      <wp:docPr id="20" name="Freeform 3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45795" cy="3550285"/>
                              </a:xfrm>
                              <a:custGeom>
                                <a:avLst/>
                                <a:gdLst>
                                  <a:gd name="T0" fmla="*/ 143 w 1036"/>
                                  <a:gd name="T1" fmla="*/ 0 h 5840"/>
                                  <a:gd name="T2" fmla="*/ 39 w 1036"/>
                                  <a:gd name="T3" fmla="*/ 272 h 5840"/>
                                  <a:gd name="T4" fmla="*/ 31 w 1036"/>
                                  <a:gd name="T5" fmla="*/ 816 h 5840"/>
                                  <a:gd name="T6" fmla="*/ 223 w 1036"/>
                                  <a:gd name="T7" fmla="*/ 1376 h 5840"/>
                                  <a:gd name="T8" fmla="*/ 759 w 1036"/>
                                  <a:gd name="T9" fmla="*/ 2200 h 5840"/>
                                  <a:gd name="T10" fmla="*/ 983 w 1036"/>
                                  <a:gd name="T11" fmla="*/ 2664 h 5840"/>
                                  <a:gd name="T12" fmla="*/ 1031 w 1036"/>
                                  <a:gd name="T13" fmla="*/ 3032 h 5840"/>
                                  <a:gd name="T14" fmla="*/ 951 w 1036"/>
                                  <a:gd name="T15" fmla="*/ 3600 h 5840"/>
                                  <a:gd name="T16" fmla="*/ 751 w 1036"/>
                                  <a:gd name="T17" fmla="*/ 4504 h 5840"/>
                                  <a:gd name="T18" fmla="*/ 495 w 1036"/>
                                  <a:gd name="T19" fmla="*/ 5176 h 5840"/>
                                  <a:gd name="T20" fmla="*/ 399 w 1036"/>
                                  <a:gd name="T21" fmla="*/ 5592 h 5840"/>
                                  <a:gd name="T22" fmla="*/ 391 w 1036"/>
                                  <a:gd name="T23" fmla="*/ 5840 h 5840"/>
                                  <a:gd name="connsiteX0" fmla="*/ 1237 w 9822"/>
                                  <a:gd name="connsiteY0" fmla="*/ 0 h 10000"/>
                                  <a:gd name="connsiteX1" fmla="*/ 233 w 9822"/>
                                  <a:gd name="connsiteY1" fmla="*/ 466 h 10000"/>
                                  <a:gd name="connsiteX2" fmla="*/ 156 w 9822"/>
                                  <a:gd name="connsiteY2" fmla="*/ 1397 h 10000"/>
                                  <a:gd name="connsiteX3" fmla="*/ 2010 w 9822"/>
                                  <a:gd name="connsiteY3" fmla="*/ 2356 h 10000"/>
                                  <a:gd name="connsiteX4" fmla="*/ 7183 w 9822"/>
                                  <a:gd name="connsiteY4" fmla="*/ 3767 h 10000"/>
                                  <a:gd name="connsiteX5" fmla="*/ 9345 w 9822"/>
                                  <a:gd name="connsiteY5" fmla="*/ 4562 h 10000"/>
                                  <a:gd name="connsiteX6" fmla="*/ 9809 w 9822"/>
                                  <a:gd name="connsiteY6" fmla="*/ 5192 h 10000"/>
                                  <a:gd name="connsiteX7" fmla="*/ 9037 w 9822"/>
                                  <a:gd name="connsiteY7" fmla="*/ 6348 h 10000"/>
                                  <a:gd name="connsiteX8" fmla="*/ 7106 w 9822"/>
                                  <a:gd name="connsiteY8" fmla="*/ 7712 h 10000"/>
                                  <a:gd name="connsiteX9" fmla="*/ 4635 w 9822"/>
                                  <a:gd name="connsiteY9" fmla="*/ 8863 h 10000"/>
                                  <a:gd name="connsiteX10" fmla="*/ 3708 w 9822"/>
                                  <a:gd name="connsiteY10" fmla="*/ 9575 h 10000"/>
                                  <a:gd name="connsiteX11" fmla="*/ 3631 w 9822"/>
                                  <a:gd name="connsiteY11" fmla="*/ 10000 h 10000"/>
                                  <a:gd name="connsiteX0" fmla="*/ 1259 w 10000"/>
                                  <a:gd name="connsiteY0" fmla="*/ 0 h 9575"/>
                                  <a:gd name="connsiteX1" fmla="*/ 237 w 10000"/>
                                  <a:gd name="connsiteY1" fmla="*/ 466 h 9575"/>
                                  <a:gd name="connsiteX2" fmla="*/ 159 w 10000"/>
                                  <a:gd name="connsiteY2" fmla="*/ 1397 h 9575"/>
                                  <a:gd name="connsiteX3" fmla="*/ 2046 w 10000"/>
                                  <a:gd name="connsiteY3" fmla="*/ 2356 h 9575"/>
                                  <a:gd name="connsiteX4" fmla="*/ 7313 w 10000"/>
                                  <a:gd name="connsiteY4" fmla="*/ 3767 h 9575"/>
                                  <a:gd name="connsiteX5" fmla="*/ 9514 w 10000"/>
                                  <a:gd name="connsiteY5" fmla="*/ 4562 h 9575"/>
                                  <a:gd name="connsiteX6" fmla="*/ 9987 w 10000"/>
                                  <a:gd name="connsiteY6" fmla="*/ 5192 h 9575"/>
                                  <a:gd name="connsiteX7" fmla="*/ 9201 w 10000"/>
                                  <a:gd name="connsiteY7" fmla="*/ 6348 h 9575"/>
                                  <a:gd name="connsiteX8" fmla="*/ 7235 w 10000"/>
                                  <a:gd name="connsiteY8" fmla="*/ 7712 h 9575"/>
                                  <a:gd name="connsiteX9" fmla="*/ 4719 w 10000"/>
                                  <a:gd name="connsiteY9" fmla="*/ 8863 h 9575"/>
                                  <a:gd name="connsiteX10" fmla="*/ 3775 w 10000"/>
                                  <a:gd name="connsiteY10" fmla="*/ 9575 h 95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10000" h="9575">
                                    <a:moveTo>
                                      <a:pt x="1259" y="0"/>
                                    </a:moveTo>
                                    <a:cubicBezTo>
                                      <a:pt x="837" y="116"/>
                                      <a:pt x="425" y="233"/>
                                      <a:pt x="237" y="466"/>
                                    </a:cubicBezTo>
                                    <a:cubicBezTo>
                                      <a:pt x="51" y="699"/>
                                      <a:pt x="-146" y="1082"/>
                                      <a:pt x="159" y="1397"/>
                                    </a:cubicBezTo>
                                    <a:cubicBezTo>
                                      <a:pt x="463" y="1712"/>
                                      <a:pt x="857" y="1961"/>
                                      <a:pt x="2046" y="2356"/>
                                    </a:cubicBezTo>
                                    <a:cubicBezTo>
                                      <a:pt x="3235" y="2752"/>
                                      <a:pt x="6065" y="3399"/>
                                      <a:pt x="7313" y="3767"/>
                                    </a:cubicBezTo>
                                    <a:cubicBezTo>
                                      <a:pt x="8561" y="4135"/>
                                      <a:pt x="9072" y="4324"/>
                                      <a:pt x="9514" y="4562"/>
                                    </a:cubicBezTo>
                                    <a:cubicBezTo>
                                      <a:pt x="9957" y="4800"/>
                                      <a:pt x="10039" y="4894"/>
                                      <a:pt x="9987" y="5192"/>
                                    </a:cubicBezTo>
                                    <a:cubicBezTo>
                                      <a:pt x="9935" y="5490"/>
                                      <a:pt x="9662" y="5929"/>
                                      <a:pt x="9201" y="6348"/>
                                    </a:cubicBezTo>
                                    <a:cubicBezTo>
                                      <a:pt x="8739" y="6768"/>
                                      <a:pt x="7982" y="7293"/>
                                      <a:pt x="7235" y="7712"/>
                                    </a:cubicBezTo>
                                    <a:cubicBezTo>
                                      <a:pt x="6487" y="8131"/>
                                      <a:pt x="5298" y="8553"/>
                                      <a:pt x="4719" y="8863"/>
                                    </a:cubicBezTo>
                                    <a:cubicBezTo>
                                      <a:pt x="4139" y="9173"/>
                                      <a:pt x="3942" y="9385"/>
                                      <a:pt x="3775" y="9575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300F71" id="Freeform 323" o:spid="_x0000_s1026" style="position:absolute;margin-left:299.35pt;margin-top:34.85pt;width:50.85pt;height:279.55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00,9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" path="m1259,c837,116,425,233,237,466,51,699,-146,1082,159,1397v304,315,698,564,1887,959c3235,2752,6065,3399,7313,3767v1248,368,1759,557,2201,795c9957,4800,10039,4894,9987,5192v-52,298,-325,737,-786,1156c8739,6768,7982,7293,7235,7712,6487,8131,5298,8553,4719,8863v-580,310,-777,522,-944,712e" filled="f" strokecolor="navy" strokeweight="2.25pt">
                      <v:path arrowok="t" o:connecttype="custom" o:connectlocs="81306,0;15305,172787;10268,517989;132130,873574;472270,1396754;614409,1691530;644955,1925126;594196,2353756;467233,2859509;304751,3286285;243788,3550285" o:connectangles="0,0,0,0,0,0,0,0,0,0,0"/>
                    </v:shape>
                  </w:pict>
                </mc:Fallback>
              </mc:AlternateContent>
            </w:r>
            <w:r w:rsidR="00052BE4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3427739</wp:posOffset>
                      </wp:positionH>
                      <wp:positionV relativeFrom="paragraph">
                        <wp:posOffset>285323</wp:posOffset>
                      </wp:positionV>
                      <wp:extent cx="305869" cy="152633"/>
                      <wp:effectExtent l="0" t="0" r="0" b="0"/>
                      <wp:wrapNone/>
                      <wp:docPr id="204" name="Text Box 3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5869" cy="152633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1099" w:rsidRPr="00B16047" w:rsidRDefault="00052BE4" w:rsidP="0095109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59" o:spid="_x0000_s1026" type="#_x0000_t202" style="position:absolute;left:0;text-align:left;margin-left:269.9pt;margin-top:22.45pt;width:24.1pt;height:12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51099" w:rsidRPr="00B16047" w:rsidRDefault="00052BE4" w:rsidP="00951099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52BE4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3808" behindDoc="0" locked="0" layoutInCell="1" allowOverlap="1" wp14:anchorId="041A11D7" wp14:editId="772B21C2">
                      <wp:simplePos x="0" y="0"/>
                      <wp:positionH relativeFrom="column">
                        <wp:posOffset>4592471</wp:posOffset>
                      </wp:positionH>
                      <wp:positionV relativeFrom="paragraph">
                        <wp:posOffset>1084523</wp:posOffset>
                      </wp:positionV>
                      <wp:extent cx="305869" cy="152633"/>
                      <wp:effectExtent l="0" t="0" r="0" b="0"/>
                      <wp:wrapNone/>
                      <wp:docPr id="215" name="Text Box 3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5869" cy="152633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52BE4" w:rsidRPr="00B16047" w:rsidRDefault="00052BE4" w:rsidP="00052BE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IV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41A11D7" id="Text Box 350" o:spid="_x0000_s1027" type="#_x0000_t202" style="position:absolute;left:0;text-align:left;margin-left:361.6pt;margin-top:85.4pt;width:24.1pt;height:12pt;z-index:251703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52BE4" w:rsidRPr="00B16047" w:rsidRDefault="00052BE4" w:rsidP="00052BE4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52BE4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1BCE998D" wp14:editId="5FE58605">
                      <wp:simplePos x="0" y="0"/>
                      <wp:positionH relativeFrom="column">
                        <wp:posOffset>1339396</wp:posOffset>
                      </wp:positionH>
                      <wp:positionV relativeFrom="paragraph">
                        <wp:posOffset>964082</wp:posOffset>
                      </wp:positionV>
                      <wp:extent cx="305869" cy="152633"/>
                      <wp:effectExtent l="0" t="0" r="0" b="0"/>
                      <wp:wrapNone/>
                      <wp:docPr id="5" name="Text Box 3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5869" cy="152633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52BE4" w:rsidRPr="00B16047" w:rsidRDefault="00052BE4" w:rsidP="00052BE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IV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BCE998D" id="_x0000_s1028" type="#_x0000_t202" style="position:absolute;left:0;text-align:left;margin-left:105.45pt;margin-top:75.9pt;width:24.1pt;height:12pt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52BE4" w:rsidRPr="00B16047" w:rsidRDefault="00052BE4" w:rsidP="00052BE4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52BE4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3865112</wp:posOffset>
                      </wp:positionH>
                      <wp:positionV relativeFrom="paragraph">
                        <wp:posOffset>3006194</wp:posOffset>
                      </wp:positionV>
                      <wp:extent cx="306070" cy="152400"/>
                      <wp:effectExtent l="0" t="0" r="0" b="0"/>
                      <wp:wrapNone/>
                      <wp:docPr id="198" name="Text Box 3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1099" w:rsidRPr="00B16047" w:rsidRDefault="00052BE4" w:rsidP="0095109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1" o:spid="_x0000_s1029" type="#_x0000_t202" style="position:absolute;left:0;text-align:left;margin-left:304.35pt;margin-top:236.7pt;width:24.1pt;height:1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51099" w:rsidRPr="00B16047" w:rsidRDefault="00052BE4" w:rsidP="00951099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52BE4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>
                      <wp:simplePos x="0" y="0"/>
                      <wp:positionH relativeFrom="column">
                        <wp:posOffset>1656463</wp:posOffset>
                      </wp:positionH>
                      <wp:positionV relativeFrom="paragraph">
                        <wp:posOffset>2383897</wp:posOffset>
                      </wp:positionV>
                      <wp:extent cx="662071" cy="1820545"/>
                      <wp:effectExtent l="19050" t="19050" r="24130" b="27305"/>
                      <wp:wrapNone/>
                      <wp:docPr id="161" name="Freeform 1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2071" cy="1820545"/>
                              </a:xfrm>
                              <a:custGeom>
                                <a:avLst/>
                                <a:gdLst>
                                  <a:gd name="connsiteX0" fmla="*/ 0 w 663325"/>
                                  <a:gd name="connsiteY0" fmla="*/ 0 h 1698791"/>
                                  <a:gd name="connsiteX1" fmla="*/ 78005 w 663325"/>
                                  <a:gd name="connsiteY1" fmla="*/ 190681 h 1698791"/>
                                  <a:gd name="connsiteX2" fmla="*/ 177679 w 663325"/>
                                  <a:gd name="connsiteY2" fmla="*/ 320690 h 1698791"/>
                                  <a:gd name="connsiteX3" fmla="*/ 312022 w 663325"/>
                                  <a:gd name="connsiteY3" fmla="*/ 619712 h 1698791"/>
                                  <a:gd name="connsiteX4" fmla="*/ 368360 w 663325"/>
                                  <a:gd name="connsiteY4" fmla="*/ 949070 h 1698791"/>
                                  <a:gd name="connsiteX5" fmla="*/ 550373 w 663325"/>
                                  <a:gd name="connsiteY5" fmla="*/ 1412770 h 1698791"/>
                                  <a:gd name="connsiteX6" fmla="*/ 645713 w 663325"/>
                                  <a:gd name="connsiteY6" fmla="*/ 1590450 h 1698791"/>
                                  <a:gd name="connsiteX7" fmla="*/ 663048 w 663325"/>
                                  <a:gd name="connsiteY7" fmla="*/ 1698791 h 1698791"/>
                                  <a:gd name="connsiteX0" fmla="*/ 0 w 663325"/>
                                  <a:gd name="connsiteY0" fmla="*/ 0 h 1698791"/>
                                  <a:gd name="connsiteX1" fmla="*/ 78005 w 663325"/>
                                  <a:gd name="connsiteY1" fmla="*/ 190681 h 1698791"/>
                                  <a:gd name="connsiteX2" fmla="*/ 177679 w 663325"/>
                                  <a:gd name="connsiteY2" fmla="*/ 320690 h 1698791"/>
                                  <a:gd name="connsiteX3" fmla="*/ 312022 w 663325"/>
                                  <a:gd name="connsiteY3" fmla="*/ 624046 h 1698791"/>
                                  <a:gd name="connsiteX4" fmla="*/ 368360 w 663325"/>
                                  <a:gd name="connsiteY4" fmla="*/ 949070 h 1698791"/>
                                  <a:gd name="connsiteX5" fmla="*/ 550373 w 663325"/>
                                  <a:gd name="connsiteY5" fmla="*/ 1412770 h 1698791"/>
                                  <a:gd name="connsiteX6" fmla="*/ 645713 w 663325"/>
                                  <a:gd name="connsiteY6" fmla="*/ 1590450 h 1698791"/>
                                  <a:gd name="connsiteX7" fmla="*/ 663048 w 663325"/>
                                  <a:gd name="connsiteY7" fmla="*/ 1698791 h 1698791"/>
                                  <a:gd name="connsiteX0" fmla="*/ 0 w 663325"/>
                                  <a:gd name="connsiteY0" fmla="*/ 0 h 1698791"/>
                                  <a:gd name="connsiteX1" fmla="*/ 78005 w 663325"/>
                                  <a:gd name="connsiteY1" fmla="*/ 190681 h 1698791"/>
                                  <a:gd name="connsiteX2" fmla="*/ 177679 w 663325"/>
                                  <a:gd name="connsiteY2" fmla="*/ 320690 h 1698791"/>
                                  <a:gd name="connsiteX3" fmla="*/ 312022 w 663325"/>
                                  <a:gd name="connsiteY3" fmla="*/ 624046 h 1698791"/>
                                  <a:gd name="connsiteX4" fmla="*/ 420394 w 663325"/>
                                  <a:gd name="connsiteY4" fmla="*/ 1100763 h 1698791"/>
                                  <a:gd name="connsiteX5" fmla="*/ 550373 w 663325"/>
                                  <a:gd name="connsiteY5" fmla="*/ 1412770 h 1698791"/>
                                  <a:gd name="connsiteX6" fmla="*/ 645713 w 663325"/>
                                  <a:gd name="connsiteY6" fmla="*/ 1590450 h 1698791"/>
                                  <a:gd name="connsiteX7" fmla="*/ 663048 w 663325"/>
                                  <a:gd name="connsiteY7" fmla="*/ 1698791 h 1698791"/>
                                  <a:gd name="connsiteX0" fmla="*/ 0 w 663325"/>
                                  <a:gd name="connsiteY0" fmla="*/ 0 h 1698791"/>
                                  <a:gd name="connsiteX1" fmla="*/ 78005 w 663325"/>
                                  <a:gd name="connsiteY1" fmla="*/ 190681 h 1698791"/>
                                  <a:gd name="connsiteX2" fmla="*/ 177679 w 663325"/>
                                  <a:gd name="connsiteY2" fmla="*/ 320690 h 1698791"/>
                                  <a:gd name="connsiteX3" fmla="*/ 316359 w 663325"/>
                                  <a:gd name="connsiteY3" fmla="*/ 689056 h 1698791"/>
                                  <a:gd name="connsiteX4" fmla="*/ 420394 w 663325"/>
                                  <a:gd name="connsiteY4" fmla="*/ 1100763 h 1698791"/>
                                  <a:gd name="connsiteX5" fmla="*/ 550373 w 663325"/>
                                  <a:gd name="connsiteY5" fmla="*/ 1412770 h 1698791"/>
                                  <a:gd name="connsiteX6" fmla="*/ 645713 w 663325"/>
                                  <a:gd name="connsiteY6" fmla="*/ 1590450 h 1698791"/>
                                  <a:gd name="connsiteX7" fmla="*/ 663048 w 663325"/>
                                  <a:gd name="connsiteY7" fmla="*/ 1698791 h 1698791"/>
                                  <a:gd name="connsiteX0" fmla="*/ 0 w 663325"/>
                                  <a:gd name="connsiteY0" fmla="*/ 0 h 1698791"/>
                                  <a:gd name="connsiteX1" fmla="*/ 78005 w 663325"/>
                                  <a:gd name="connsiteY1" fmla="*/ 190681 h 1698791"/>
                                  <a:gd name="connsiteX2" fmla="*/ 177679 w 663325"/>
                                  <a:gd name="connsiteY2" fmla="*/ 320690 h 1698791"/>
                                  <a:gd name="connsiteX3" fmla="*/ 316359 w 663325"/>
                                  <a:gd name="connsiteY3" fmla="*/ 689056 h 1698791"/>
                                  <a:gd name="connsiteX4" fmla="*/ 364237 w 663325"/>
                                  <a:gd name="connsiteY4" fmla="*/ 936159 h 1698791"/>
                                  <a:gd name="connsiteX5" fmla="*/ 420394 w 663325"/>
                                  <a:gd name="connsiteY5" fmla="*/ 1100763 h 1698791"/>
                                  <a:gd name="connsiteX6" fmla="*/ 550373 w 663325"/>
                                  <a:gd name="connsiteY6" fmla="*/ 1412770 h 1698791"/>
                                  <a:gd name="connsiteX7" fmla="*/ 645713 w 663325"/>
                                  <a:gd name="connsiteY7" fmla="*/ 1590450 h 1698791"/>
                                  <a:gd name="connsiteX8" fmla="*/ 663048 w 663325"/>
                                  <a:gd name="connsiteY8" fmla="*/ 1698791 h 1698791"/>
                                  <a:gd name="connsiteX0" fmla="*/ 0 w 648228"/>
                                  <a:gd name="connsiteY0" fmla="*/ 0 h 1821024"/>
                                  <a:gd name="connsiteX1" fmla="*/ 78005 w 648228"/>
                                  <a:gd name="connsiteY1" fmla="*/ 190681 h 1821024"/>
                                  <a:gd name="connsiteX2" fmla="*/ 177679 w 648228"/>
                                  <a:gd name="connsiteY2" fmla="*/ 320690 h 1821024"/>
                                  <a:gd name="connsiteX3" fmla="*/ 316359 w 648228"/>
                                  <a:gd name="connsiteY3" fmla="*/ 689056 h 1821024"/>
                                  <a:gd name="connsiteX4" fmla="*/ 364237 w 648228"/>
                                  <a:gd name="connsiteY4" fmla="*/ 936159 h 1821024"/>
                                  <a:gd name="connsiteX5" fmla="*/ 420394 w 648228"/>
                                  <a:gd name="connsiteY5" fmla="*/ 1100763 h 1821024"/>
                                  <a:gd name="connsiteX6" fmla="*/ 550373 w 648228"/>
                                  <a:gd name="connsiteY6" fmla="*/ 1412770 h 1821024"/>
                                  <a:gd name="connsiteX7" fmla="*/ 645713 w 648228"/>
                                  <a:gd name="connsiteY7" fmla="*/ 1590450 h 1821024"/>
                                  <a:gd name="connsiteX8" fmla="*/ 622284 w 648228"/>
                                  <a:gd name="connsiteY8" fmla="*/ 1821024 h 1821024"/>
                                  <a:gd name="connsiteX0" fmla="*/ 0 w 663268"/>
                                  <a:gd name="connsiteY0" fmla="*/ 0 h 1821024"/>
                                  <a:gd name="connsiteX1" fmla="*/ 78005 w 663268"/>
                                  <a:gd name="connsiteY1" fmla="*/ 190681 h 1821024"/>
                                  <a:gd name="connsiteX2" fmla="*/ 177679 w 663268"/>
                                  <a:gd name="connsiteY2" fmla="*/ 320690 h 1821024"/>
                                  <a:gd name="connsiteX3" fmla="*/ 316359 w 663268"/>
                                  <a:gd name="connsiteY3" fmla="*/ 689056 h 1821024"/>
                                  <a:gd name="connsiteX4" fmla="*/ 364237 w 663268"/>
                                  <a:gd name="connsiteY4" fmla="*/ 936159 h 1821024"/>
                                  <a:gd name="connsiteX5" fmla="*/ 420394 w 663268"/>
                                  <a:gd name="connsiteY5" fmla="*/ 1100763 h 1821024"/>
                                  <a:gd name="connsiteX6" fmla="*/ 550373 w 663268"/>
                                  <a:gd name="connsiteY6" fmla="*/ 1412770 h 1821024"/>
                                  <a:gd name="connsiteX7" fmla="*/ 645713 w 663268"/>
                                  <a:gd name="connsiteY7" fmla="*/ 1590450 h 1821024"/>
                                  <a:gd name="connsiteX8" fmla="*/ 661441 w 663268"/>
                                  <a:gd name="connsiteY8" fmla="*/ 1734194 h 1821024"/>
                                  <a:gd name="connsiteX9" fmla="*/ 622284 w 663268"/>
                                  <a:gd name="connsiteY9" fmla="*/ 1821024 h 1821024"/>
                                  <a:gd name="connsiteX0" fmla="*/ 0 w 662610"/>
                                  <a:gd name="connsiteY0" fmla="*/ 0 h 1821024"/>
                                  <a:gd name="connsiteX1" fmla="*/ 78005 w 662610"/>
                                  <a:gd name="connsiteY1" fmla="*/ 190681 h 1821024"/>
                                  <a:gd name="connsiteX2" fmla="*/ 177679 w 662610"/>
                                  <a:gd name="connsiteY2" fmla="*/ 320690 h 1821024"/>
                                  <a:gd name="connsiteX3" fmla="*/ 316359 w 662610"/>
                                  <a:gd name="connsiteY3" fmla="*/ 689056 h 1821024"/>
                                  <a:gd name="connsiteX4" fmla="*/ 364237 w 662610"/>
                                  <a:gd name="connsiteY4" fmla="*/ 936159 h 1821024"/>
                                  <a:gd name="connsiteX5" fmla="*/ 420394 w 662610"/>
                                  <a:gd name="connsiteY5" fmla="*/ 1100763 h 1821024"/>
                                  <a:gd name="connsiteX6" fmla="*/ 550373 w 662610"/>
                                  <a:gd name="connsiteY6" fmla="*/ 1412770 h 1821024"/>
                                  <a:gd name="connsiteX7" fmla="*/ 641180 w 662610"/>
                                  <a:gd name="connsiteY7" fmla="*/ 1622146 h 1821024"/>
                                  <a:gd name="connsiteX8" fmla="*/ 661441 w 662610"/>
                                  <a:gd name="connsiteY8" fmla="*/ 1734194 h 1821024"/>
                                  <a:gd name="connsiteX9" fmla="*/ 622284 w 662610"/>
                                  <a:gd name="connsiteY9" fmla="*/ 1821024 h 18210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662610" h="1821024">
                                    <a:moveTo>
                                      <a:pt x="0" y="0"/>
                                    </a:moveTo>
                                    <a:cubicBezTo>
                                      <a:pt x="24196" y="68616"/>
                                      <a:pt x="48392" y="137233"/>
                                      <a:pt x="78005" y="190681"/>
                                    </a:cubicBezTo>
                                    <a:cubicBezTo>
                                      <a:pt x="107618" y="244129"/>
                                      <a:pt x="137953" y="237627"/>
                                      <a:pt x="177679" y="320690"/>
                                    </a:cubicBezTo>
                                    <a:cubicBezTo>
                                      <a:pt x="217405" y="403753"/>
                                      <a:pt x="285266" y="586478"/>
                                      <a:pt x="316359" y="689056"/>
                                    </a:cubicBezTo>
                                    <a:cubicBezTo>
                                      <a:pt x="347452" y="791634"/>
                                      <a:pt x="346898" y="867541"/>
                                      <a:pt x="364237" y="936159"/>
                                    </a:cubicBezTo>
                                    <a:cubicBezTo>
                                      <a:pt x="381576" y="1004777"/>
                                      <a:pt x="389371" y="1021328"/>
                                      <a:pt x="420394" y="1100763"/>
                                    </a:cubicBezTo>
                                    <a:cubicBezTo>
                                      <a:pt x="451417" y="1180198"/>
                                      <a:pt x="513575" y="1325873"/>
                                      <a:pt x="550373" y="1412770"/>
                                    </a:cubicBezTo>
                                    <a:cubicBezTo>
                                      <a:pt x="587171" y="1499667"/>
                                      <a:pt x="622669" y="1568575"/>
                                      <a:pt x="641180" y="1622146"/>
                                    </a:cubicBezTo>
                                    <a:cubicBezTo>
                                      <a:pt x="659691" y="1675717"/>
                                      <a:pt x="665346" y="1695765"/>
                                      <a:pt x="661441" y="1734194"/>
                                    </a:cubicBezTo>
                                    <a:cubicBezTo>
                                      <a:pt x="657536" y="1772623"/>
                                      <a:pt x="626545" y="1800515"/>
                                      <a:pt x="622284" y="1821024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5A9684" id="Freeform 161" o:spid="_x0000_s1026" style="position:absolute;margin-left:130.45pt;margin-top:187.7pt;width:52.15pt;height:143.35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62610,18210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" path="m,c24196,68616,48392,137233,78005,190681v29613,53448,59948,46946,99674,130009c217405,403753,285266,586478,316359,689056v31093,102578,30539,178485,47878,247103c381576,1004777,389371,1021328,420394,1100763v31023,79435,93181,225110,129979,312007c587171,1499667,622669,1568575,641180,1622146v18511,53571,24166,73619,20261,112048c657536,1772623,626545,1800515,622284,1821024e" filled="f" strokecolor="red" strokeweight="3pt">
                      <v:stroke joinstyle="miter"/>
                      <v:path arrowok="t" o:connecttype="custom" o:connectlocs="0,0;77942,190631;177534,320606;316102,688875;363941,935913;420052,1100473;549925,1412398;640658,1621719;660903,1733738;621778,1820545" o:connectangles="0,0,0,0,0,0,0,0,0,0"/>
                    </v:shape>
                  </w:pict>
                </mc:Fallback>
              </mc:AlternateContent>
            </w:r>
            <w:r w:rsidR="00052BE4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8688" behindDoc="0" locked="0" layoutInCell="1" allowOverlap="1">
                      <wp:simplePos x="0" y="0"/>
                      <wp:positionH relativeFrom="column">
                        <wp:posOffset>3886282</wp:posOffset>
                      </wp:positionH>
                      <wp:positionV relativeFrom="paragraph">
                        <wp:posOffset>2284095</wp:posOffset>
                      </wp:positionV>
                      <wp:extent cx="726624" cy="1912538"/>
                      <wp:effectExtent l="19050" t="19050" r="16510" b="12065"/>
                      <wp:wrapNone/>
                      <wp:docPr id="211" name="Freeform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26624" cy="1912538"/>
                              </a:xfrm>
                              <a:custGeom>
                                <a:avLst/>
                                <a:gdLst>
                                  <a:gd name="connsiteX0" fmla="*/ 635829 w 635829"/>
                                  <a:gd name="connsiteY0" fmla="*/ 0 h 1767385"/>
                                  <a:gd name="connsiteX1" fmla="*/ 581238 w 635829"/>
                                  <a:gd name="connsiteY1" fmla="*/ 129654 h 1767385"/>
                                  <a:gd name="connsiteX2" fmla="*/ 431113 w 635829"/>
                                  <a:gd name="connsiteY2" fmla="*/ 307074 h 1767385"/>
                                  <a:gd name="connsiteX3" fmla="*/ 321931 w 635829"/>
                                  <a:gd name="connsiteY3" fmla="*/ 702860 h 1767385"/>
                                  <a:gd name="connsiteX4" fmla="*/ 246868 w 635829"/>
                                  <a:gd name="connsiteY4" fmla="*/ 1016758 h 1767385"/>
                                  <a:gd name="connsiteX5" fmla="*/ 42152 w 635829"/>
                                  <a:gd name="connsiteY5" fmla="*/ 1542197 h 1767385"/>
                                  <a:gd name="connsiteX6" fmla="*/ 1209 w 635829"/>
                                  <a:gd name="connsiteY6" fmla="*/ 1671851 h 1767385"/>
                                  <a:gd name="connsiteX7" fmla="*/ 14856 w 635829"/>
                                  <a:gd name="connsiteY7" fmla="*/ 1767385 h 1767385"/>
                                  <a:gd name="connsiteX0" fmla="*/ 676785 w 676785"/>
                                  <a:gd name="connsiteY0" fmla="*/ 0 h 1876578"/>
                                  <a:gd name="connsiteX1" fmla="*/ 581238 w 676785"/>
                                  <a:gd name="connsiteY1" fmla="*/ 238847 h 1876578"/>
                                  <a:gd name="connsiteX2" fmla="*/ 431113 w 676785"/>
                                  <a:gd name="connsiteY2" fmla="*/ 416267 h 1876578"/>
                                  <a:gd name="connsiteX3" fmla="*/ 321931 w 676785"/>
                                  <a:gd name="connsiteY3" fmla="*/ 812053 h 1876578"/>
                                  <a:gd name="connsiteX4" fmla="*/ 246868 w 676785"/>
                                  <a:gd name="connsiteY4" fmla="*/ 1125951 h 1876578"/>
                                  <a:gd name="connsiteX5" fmla="*/ 42152 w 676785"/>
                                  <a:gd name="connsiteY5" fmla="*/ 1651390 h 1876578"/>
                                  <a:gd name="connsiteX6" fmla="*/ 1209 w 676785"/>
                                  <a:gd name="connsiteY6" fmla="*/ 1781044 h 1876578"/>
                                  <a:gd name="connsiteX7" fmla="*/ 14856 w 676785"/>
                                  <a:gd name="connsiteY7" fmla="*/ 1876578 h 1876578"/>
                                  <a:gd name="connsiteX0" fmla="*/ 717759 w 717759"/>
                                  <a:gd name="connsiteY0" fmla="*/ 0 h 1917525"/>
                                  <a:gd name="connsiteX1" fmla="*/ 581238 w 717759"/>
                                  <a:gd name="connsiteY1" fmla="*/ 279794 h 1917525"/>
                                  <a:gd name="connsiteX2" fmla="*/ 431113 w 717759"/>
                                  <a:gd name="connsiteY2" fmla="*/ 457214 h 1917525"/>
                                  <a:gd name="connsiteX3" fmla="*/ 321931 w 717759"/>
                                  <a:gd name="connsiteY3" fmla="*/ 853000 h 1917525"/>
                                  <a:gd name="connsiteX4" fmla="*/ 246868 w 717759"/>
                                  <a:gd name="connsiteY4" fmla="*/ 1166898 h 1917525"/>
                                  <a:gd name="connsiteX5" fmla="*/ 42152 w 717759"/>
                                  <a:gd name="connsiteY5" fmla="*/ 1692337 h 1917525"/>
                                  <a:gd name="connsiteX6" fmla="*/ 1209 w 717759"/>
                                  <a:gd name="connsiteY6" fmla="*/ 1821991 h 1917525"/>
                                  <a:gd name="connsiteX7" fmla="*/ 14856 w 717759"/>
                                  <a:gd name="connsiteY7" fmla="*/ 1917525 h 1917525"/>
                                  <a:gd name="connsiteX0" fmla="*/ 717759 w 717759"/>
                                  <a:gd name="connsiteY0" fmla="*/ 0 h 1917525"/>
                                  <a:gd name="connsiteX1" fmla="*/ 576706 w 717759"/>
                                  <a:gd name="connsiteY1" fmla="*/ 275266 h 1917525"/>
                                  <a:gd name="connsiteX2" fmla="*/ 431113 w 717759"/>
                                  <a:gd name="connsiteY2" fmla="*/ 457214 h 1917525"/>
                                  <a:gd name="connsiteX3" fmla="*/ 321931 w 717759"/>
                                  <a:gd name="connsiteY3" fmla="*/ 853000 h 1917525"/>
                                  <a:gd name="connsiteX4" fmla="*/ 246868 w 717759"/>
                                  <a:gd name="connsiteY4" fmla="*/ 1166898 h 1917525"/>
                                  <a:gd name="connsiteX5" fmla="*/ 42152 w 717759"/>
                                  <a:gd name="connsiteY5" fmla="*/ 1692337 h 1917525"/>
                                  <a:gd name="connsiteX6" fmla="*/ 1209 w 717759"/>
                                  <a:gd name="connsiteY6" fmla="*/ 1821991 h 1917525"/>
                                  <a:gd name="connsiteX7" fmla="*/ 14856 w 717759"/>
                                  <a:gd name="connsiteY7" fmla="*/ 1917525 h 1917525"/>
                                  <a:gd name="connsiteX0" fmla="*/ 717759 w 717759"/>
                                  <a:gd name="connsiteY0" fmla="*/ 0 h 1917525"/>
                                  <a:gd name="connsiteX1" fmla="*/ 576706 w 717759"/>
                                  <a:gd name="connsiteY1" fmla="*/ 275266 h 1917525"/>
                                  <a:gd name="connsiteX2" fmla="*/ 444710 w 717759"/>
                                  <a:gd name="connsiteY2" fmla="*/ 475325 h 1917525"/>
                                  <a:gd name="connsiteX3" fmla="*/ 321931 w 717759"/>
                                  <a:gd name="connsiteY3" fmla="*/ 853000 h 1917525"/>
                                  <a:gd name="connsiteX4" fmla="*/ 246868 w 717759"/>
                                  <a:gd name="connsiteY4" fmla="*/ 1166898 h 1917525"/>
                                  <a:gd name="connsiteX5" fmla="*/ 42152 w 717759"/>
                                  <a:gd name="connsiteY5" fmla="*/ 1692337 h 1917525"/>
                                  <a:gd name="connsiteX6" fmla="*/ 1209 w 717759"/>
                                  <a:gd name="connsiteY6" fmla="*/ 1821991 h 1917525"/>
                                  <a:gd name="connsiteX7" fmla="*/ 14856 w 717759"/>
                                  <a:gd name="connsiteY7" fmla="*/ 1917525 h 1917525"/>
                                  <a:gd name="connsiteX0" fmla="*/ 717759 w 717759"/>
                                  <a:gd name="connsiteY0" fmla="*/ 0 h 1917525"/>
                                  <a:gd name="connsiteX1" fmla="*/ 576706 w 717759"/>
                                  <a:gd name="connsiteY1" fmla="*/ 275266 h 1917525"/>
                                  <a:gd name="connsiteX2" fmla="*/ 444710 w 717759"/>
                                  <a:gd name="connsiteY2" fmla="*/ 475325 h 1917525"/>
                                  <a:gd name="connsiteX3" fmla="*/ 321931 w 717759"/>
                                  <a:gd name="connsiteY3" fmla="*/ 853000 h 1917525"/>
                                  <a:gd name="connsiteX4" fmla="*/ 246868 w 717759"/>
                                  <a:gd name="connsiteY4" fmla="*/ 1166898 h 1917525"/>
                                  <a:gd name="connsiteX5" fmla="*/ 42152 w 717759"/>
                                  <a:gd name="connsiteY5" fmla="*/ 1692337 h 1917525"/>
                                  <a:gd name="connsiteX6" fmla="*/ 1209 w 717759"/>
                                  <a:gd name="connsiteY6" fmla="*/ 1821991 h 1917525"/>
                                  <a:gd name="connsiteX7" fmla="*/ 14856 w 717759"/>
                                  <a:gd name="connsiteY7" fmla="*/ 1917525 h 1917525"/>
                                  <a:gd name="connsiteX0" fmla="*/ 717759 w 717759"/>
                                  <a:gd name="connsiteY0" fmla="*/ 0 h 1917525"/>
                                  <a:gd name="connsiteX1" fmla="*/ 585771 w 717759"/>
                                  <a:gd name="connsiteY1" fmla="*/ 257156 h 1917525"/>
                                  <a:gd name="connsiteX2" fmla="*/ 444710 w 717759"/>
                                  <a:gd name="connsiteY2" fmla="*/ 475325 h 1917525"/>
                                  <a:gd name="connsiteX3" fmla="*/ 321931 w 717759"/>
                                  <a:gd name="connsiteY3" fmla="*/ 853000 h 1917525"/>
                                  <a:gd name="connsiteX4" fmla="*/ 246868 w 717759"/>
                                  <a:gd name="connsiteY4" fmla="*/ 1166898 h 1917525"/>
                                  <a:gd name="connsiteX5" fmla="*/ 42152 w 717759"/>
                                  <a:gd name="connsiteY5" fmla="*/ 1692337 h 1917525"/>
                                  <a:gd name="connsiteX6" fmla="*/ 1209 w 717759"/>
                                  <a:gd name="connsiteY6" fmla="*/ 1821991 h 1917525"/>
                                  <a:gd name="connsiteX7" fmla="*/ 14856 w 717759"/>
                                  <a:gd name="connsiteY7" fmla="*/ 1917525 h 1917525"/>
                                  <a:gd name="connsiteX0" fmla="*/ 717759 w 717759"/>
                                  <a:gd name="connsiteY0" fmla="*/ 0 h 1917525"/>
                                  <a:gd name="connsiteX1" fmla="*/ 585771 w 717759"/>
                                  <a:gd name="connsiteY1" fmla="*/ 257156 h 1917525"/>
                                  <a:gd name="connsiteX2" fmla="*/ 503060 w 717759"/>
                                  <a:gd name="connsiteY2" fmla="*/ 362225 h 1917525"/>
                                  <a:gd name="connsiteX3" fmla="*/ 444710 w 717759"/>
                                  <a:gd name="connsiteY3" fmla="*/ 475325 h 1917525"/>
                                  <a:gd name="connsiteX4" fmla="*/ 321931 w 717759"/>
                                  <a:gd name="connsiteY4" fmla="*/ 853000 h 1917525"/>
                                  <a:gd name="connsiteX5" fmla="*/ 246868 w 717759"/>
                                  <a:gd name="connsiteY5" fmla="*/ 1166898 h 1917525"/>
                                  <a:gd name="connsiteX6" fmla="*/ 42152 w 717759"/>
                                  <a:gd name="connsiteY6" fmla="*/ 1692337 h 1917525"/>
                                  <a:gd name="connsiteX7" fmla="*/ 1209 w 717759"/>
                                  <a:gd name="connsiteY7" fmla="*/ 1821991 h 1917525"/>
                                  <a:gd name="connsiteX8" fmla="*/ 14856 w 717759"/>
                                  <a:gd name="connsiteY8" fmla="*/ 1917525 h 1917525"/>
                                  <a:gd name="connsiteX0" fmla="*/ 717759 w 717759"/>
                                  <a:gd name="connsiteY0" fmla="*/ 0 h 1917525"/>
                                  <a:gd name="connsiteX1" fmla="*/ 585771 w 717759"/>
                                  <a:gd name="connsiteY1" fmla="*/ 257156 h 1917525"/>
                                  <a:gd name="connsiteX2" fmla="*/ 503060 w 717759"/>
                                  <a:gd name="connsiteY2" fmla="*/ 362225 h 1917525"/>
                                  <a:gd name="connsiteX3" fmla="*/ 444710 w 717759"/>
                                  <a:gd name="connsiteY3" fmla="*/ 475325 h 1917525"/>
                                  <a:gd name="connsiteX4" fmla="*/ 376161 w 717759"/>
                                  <a:gd name="connsiteY4" fmla="*/ 620311 h 1917525"/>
                                  <a:gd name="connsiteX5" fmla="*/ 321931 w 717759"/>
                                  <a:gd name="connsiteY5" fmla="*/ 853000 h 1917525"/>
                                  <a:gd name="connsiteX6" fmla="*/ 246868 w 717759"/>
                                  <a:gd name="connsiteY6" fmla="*/ 1166898 h 1917525"/>
                                  <a:gd name="connsiteX7" fmla="*/ 42152 w 717759"/>
                                  <a:gd name="connsiteY7" fmla="*/ 1692337 h 1917525"/>
                                  <a:gd name="connsiteX8" fmla="*/ 1209 w 717759"/>
                                  <a:gd name="connsiteY8" fmla="*/ 1821991 h 1917525"/>
                                  <a:gd name="connsiteX9" fmla="*/ 14856 w 717759"/>
                                  <a:gd name="connsiteY9" fmla="*/ 1917525 h 1917525"/>
                                  <a:gd name="connsiteX0" fmla="*/ 717759 w 717759"/>
                                  <a:gd name="connsiteY0" fmla="*/ 0 h 1917525"/>
                                  <a:gd name="connsiteX1" fmla="*/ 585771 w 717759"/>
                                  <a:gd name="connsiteY1" fmla="*/ 257156 h 1917525"/>
                                  <a:gd name="connsiteX2" fmla="*/ 503060 w 717759"/>
                                  <a:gd name="connsiteY2" fmla="*/ 362225 h 1917525"/>
                                  <a:gd name="connsiteX3" fmla="*/ 444710 w 717759"/>
                                  <a:gd name="connsiteY3" fmla="*/ 475325 h 1917525"/>
                                  <a:gd name="connsiteX4" fmla="*/ 385225 w 717759"/>
                                  <a:gd name="connsiteY4" fmla="*/ 629366 h 1917525"/>
                                  <a:gd name="connsiteX5" fmla="*/ 321931 w 717759"/>
                                  <a:gd name="connsiteY5" fmla="*/ 853000 h 1917525"/>
                                  <a:gd name="connsiteX6" fmla="*/ 246868 w 717759"/>
                                  <a:gd name="connsiteY6" fmla="*/ 1166898 h 1917525"/>
                                  <a:gd name="connsiteX7" fmla="*/ 42152 w 717759"/>
                                  <a:gd name="connsiteY7" fmla="*/ 1692337 h 1917525"/>
                                  <a:gd name="connsiteX8" fmla="*/ 1209 w 717759"/>
                                  <a:gd name="connsiteY8" fmla="*/ 1821991 h 1917525"/>
                                  <a:gd name="connsiteX9" fmla="*/ 14856 w 717759"/>
                                  <a:gd name="connsiteY9" fmla="*/ 1917525 h 1917525"/>
                                  <a:gd name="connsiteX0" fmla="*/ 717759 w 717759"/>
                                  <a:gd name="connsiteY0" fmla="*/ 0 h 1917525"/>
                                  <a:gd name="connsiteX1" fmla="*/ 585771 w 717759"/>
                                  <a:gd name="connsiteY1" fmla="*/ 257156 h 1917525"/>
                                  <a:gd name="connsiteX2" fmla="*/ 503060 w 717759"/>
                                  <a:gd name="connsiteY2" fmla="*/ 362225 h 1917525"/>
                                  <a:gd name="connsiteX3" fmla="*/ 444710 w 717759"/>
                                  <a:gd name="connsiteY3" fmla="*/ 475325 h 1917525"/>
                                  <a:gd name="connsiteX4" fmla="*/ 385225 w 717759"/>
                                  <a:gd name="connsiteY4" fmla="*/ 629366 h 1917525"/>
                                  <a:gd name="connsiteX5" fmla="*/ 321931 w 717759"/>
                                  <a:gd name="connsiteY5" fmla="*/ 853000 h 1917525"/>
                                  <a:gd name="connsiteX6" fmla="*/ 246868 w 717759"/>
                                  <a:gd name="connsiteY6" fmla="*/ 1166898 h 1917525"/>
                                  <a:gd name="connsiteX7" fmla="*/ 81577 w 717759"/>
                                  <a:gd name="connsiteY7" fmla="*/ 1553042 h 1917525"/>
                                  <a:gd name="connsiteX8" fmla="*/ 42152 w 717759"/>
                                  <a:gd name="connsiteY8" fmla="*/ 1692337 h 1917525"/>
                                  <a:gd name="connsiteX9" fmla="*/ 1209 w 717759"/>
                                  <a:gd name="connsiteY9" fmla="*/ 1821991 h 1917525"/>
                                  <a:gd name="connsiteX10" fmla="*/ 14856 w 717759"/>
                                  <a:gd name="connsiteY10" fmla="*/ 1917525 h 1917525"/>
                                  <a:gd name="connsiteX0" fmla="*/ 716624 w 716624"/>
                                  <a:gd name="connsiteY0" fmla="*/ 0 h 1917525"/>
                                  <a:gd name="connsiteX1" fmla="*/ 584636 w 716624"/>
                                  <a:gd name="connsiteY1" fmla="*/ 257156 h 1917525"/>
                                  <a:gd name="connsiteX2" fmla="*/ 501925 w 716624"/>
                                  <a:gd name="connsiteY2" fmla="*/ 362225 h 1917525"/>
                                  <a:gd name="connsiteX3" fmla="*/ 443575 w 716624"/>
                                  <a:gd name="connsiteY3" fmla="*/ 475325 h 1917525"/>
                                  <a:gd name="connsiteX4" fmla="*/ 384090 w 716624"/>
                                  <a:gd name="connsiteY4" fmla="*/ 629366 h 1917525"/>
                                  <a:gd name="connsiteX5" fmla="*/ 320796 w 716624"/>
                                  <a:gd name="connsiteY5" fmla="*/ 853000 h 1917525"/>
                                  <a:gd name="connsiteX6" fmla="*/ 245733 w 716624"/>
                                  <a:gd name="connsiteY6" fmla="*/ 1166898 h 1917525"/>
                                  <a:gd name="connsiteX7" fmla="*/ 80442 w 716624"/>
                                  <a:gd name="connsiteY7" fmla="*/ 1553042 h 1917525"/>
                                  <a:gd name="connsiteX8" fmla="*/ 18356 w 716624"/>
                                  <a:gd name="connsiteY8" fmla="*/ 1737615 h 1917525"/>
                                  <a:gd name="connsiteX9" fmla="*/ 74 w 716624"/>
                                  <a:gd name="connsiteY9" fmla="*/ 1821991 h 1917525"/>
                                  <a:gd name="connsiteX10" fmla="*/ 13721 w 716624"/>
                                  <a:gd name="connsiteY10" fmla="*/ 1917525 h 1917525"/>
                                  <a:gd name="connsiteX0" fmla="*/ 719831 w 719831"/>
                                  <a:gd name="connsiteY0" fmla="*/ 0 h 1917525"/>
                                  <a:gd name="connsiteX1" fmla="*/ 587843 w 719831"/>
                                  <a:gd name="connsiteY1" fmla="*/ 257156 h 1917525"/>
                                  <a:gd name="connsiteX2" fmla="*/ 505132 w 719831"/>
                                  <a:gd name="connsiteY2" fmla="*/ 362225 h 1917525"/>
                                  <a:gd name="connsiteX3" fmla="*/ 446782 w 719831"/>
                                  <a:gd name="connsiteY3" fmla="*/ 475325 h 1917525"/>
                                  <a:gd name="connsiteX4" fmla="*/ 387297 w 719831"/>
                                  <a:gd name="connsiteY4" fmla="*/ 629366 h 1917525"/>
                                  <a:gd name="connsiteX5" fmla="*/ 324003 w 719831"/>
                                  <a:gd name="connsiteY5" fmla="*/ 853000 h 1917525"/>
                                  <a:gd name="connsiteX6" fmla="*/ 248940 w 719831"/>
                                  <a:gd name="connsiteY6" fmla="*/ 1166898 h 1917525"/>
                                  <a:gd name="connsiteX7" fmla="*/ 83649 w 719831"/>
                                  <a:gd name="connsiteY7" fmla="*/ 1553042 h 1917525"/>
                                  <a:gd name="connsiteX8" fmla="*/ 7963 w 719831"/>
                                  <a:gd name="connsiteY8" fmla="*/ 1733087 h 1917525"/>
                                  <a:gd name="connsiteX9" fmla="*/ 3281 w 719831"/>
                                  <a:gd name="connsiteY9" fmla="*/ 1821991 h 1917525"/>
                                  <a:gd name="connsiteX10" fmla="*/ 16928 w 719831"/>
                                  <a:gd name="connsiteY10" fmla="*/ 1917525 h 1917525"/>
                                  <a:gd name="connsiteX0" fmla="*/ 726202 w 726202"/>
                                  <a:gd name="connsiteY0" fmla="*/ 0 h 1917525"/>
                                  <a:gd name="connsiteX1" fmla="*/ 594214 w 726202"/>
                                  <a:gd name="connsiteY1" fmla="*/ 257156 h 1917525"/>
                                  <a:gd name="connsiteX2" fmla="*/ 511503 w 726202"/>
                                  <a:gd name="connsiteY2" fmla="*/ 362225 h 1917525"/>
                                  <a:gd name="connsiteX3" fmla="*/ 453153 w 726202"/>
                                  <a:gd name="connsiteY3" fmla="*/ 475325 h 1917525"/>
                                  <a:gd name="connsiteX4" fmla="*/ 393668 w 726202"/>
                                  <a:gd name="connsiteY4" fmla="*/ 629366 h 1917525"/>
                                  <a:gd name="connsiteX5" fmla="*/ 330374 w 726202"/>
                                  <a:gd name="connsiteY5" fmla="*/ 853000 h 1917525"/>
                                  <a:gd name="connsiteX6" fmla="*/ 255311 w 726202"/>
                                  <a:gd name="connsiteY6" fmla="*/ 1166898 h 1917525"/>
                                  <a:gd name="connsiteX7" fmla="*/ 90020 w 726202"/>
                                  <a:gd name="connsiteY7" fmla="*/ 1553042 h 1917525"/>
                                  <a:gd name="connsiteX8" fmla="*/ 14334 w 726202"/>
                                  <a:gd name="connsiteY8" fmla="*/ 1733087 h 1917525"/>
                                  <a:gd name="connsiteX9" fmla="*/ 585 w 726202"/>
                                  <a:gd name="connsiteY9" fmla="*/ 1821991 h 1917525"/>
                                  <a:gd name="connsiteX10" fmla="*/ 23299 w 726202"/>
                                  <a:gd name="connsiteY10" fmla="*/ 1917525 h 1917525"/>
                                  <a:gd name="connsiteX0" fmla="*/ 727480 w 727480"/>
                                  <a:gd name="connsiteY0" fmla="*/ 0 h 1912997"/>
                                  <a:gd name="connsiteX1" fmla="*/ 595492 w 727480"/>
                                  <a:gd name="connsiteY1" fmla="*/ 257156 h 1912997"/>
                                  <a:gd name="connsiteX2" fmla="*/ 512781 w 727480"/>
                                  <a:gd name="connsiteY2" fmla="*/ 362225 h 1912997"/>
                                  <a:gd name="connsiteX3" fmla="*/ 454431 w 727480"/>
                                  <a:gd name="connsiteY3" fmla="*/ 475325 h 1912997"/>
                                  <a:gd name="connsiteX4" fmla="*/ 394946 w 727480"/>
                                  <a:gd name="connsiteY4" fmla="*/ 629366 h 1912997"/>
                                  <a:gd name="connsiteX5" fmla="*/ 331652 w 727480"/>
                                  <a:gd name="connsiteY5" fmla="*/ 853000 h 1912997"/>
                                  <a:gd name="connsiteX6" fmla="*/ 256589 w 727480"/>
                                  <a:gd name="connsiteY6" fmla="*/ 1166898 h 1912997"/>
                                  <a:gd name="connsiteX7" fmla="*/ 91298 w 727480"/>
                                  <a:gd name="connsiteY7" fmla="*/ 1553042 h 1912997"/>
                                  <a:gd name="connsiteX8" fmla="*/ 15612 w 727480"/>
                                  <a:gd name="connsiteY8" fmla="*/ 1733087 h 1912997"/>
                                  <a:gd name="connsiteX9" fmla="*/ 1863 w 727480"/>
                                  <a:gd name="connsiteY9" fmla="*/ 1821991 h 1912997"/>
                                  <a:gd name="connsiteX10" fmla="*/ 42710 w 727480"/>
                                  <a:gd name="connsiteY10" fmla="*/ 1912997 h 191299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727480" h="1912997">
                                    <a:moveTo>
                                      <a:pt x="727480" y="0"/>
                                    </a:moveTo>
                                    <a:cubicBezTo>
                                      <a:pt x="717244" y="39237"/>
                                      <a:pt x="631275" y="196785"/>
                                      <a:pt x="595492" y="257156"/>
                                    </a:cubicBezTo>
                                    <a:cubicBezTo>
                                      <a:pt x="559709" y="317527"/>
                                      <a:pt x="536291" y="325863"/>
                                      <a:pt x="512781" y="362225"/>
                                    </a:cubicBezTo>
                                    <a:cubicBezTo>
                                      <a:pt x="489271" y="398587"/>
                                      <a:pt x="474070" y="430802"/>
                                      <a:pt x="454431" y="475325"/>
                                    </a:cubicBezTo>
                                    <a:cubicBezTo>
                                      <a:pt x="434792" y="519849"/>
                                      <a:pt x="415409" y="566420"/>
                                      <a:pt x="394946" y="629366"/>
                                    </a:cubicBezTo>
                                    <a:cubicBezTo>
                                      <a:pt x="374483" y="692312"/>
                                      <a:pt x="354711" y="763411"/>
                                      <a:pt x="331652" y="853000"/>
                                    </a:cubicBezTo>
                                    <a:cubicBezTo>
                                      <a:pt x="308593" y="942589"/>
                                      <a:pt x="296648" y="1050224"/>
                                      <a:pt x="256589" y="1166898"/>
                                    </a:cubicBezTo>
                                    <a:cubicBezTo>
                                      <a:pt x="216530" y="1283572"/>
                                      <a:pt x="125417" y="1465469"/>
                                      <a:pt x="91298" y="1553042"/>
                                    </a:cubicBezTo>
                                    <a:cubicBezTo>
                                      <a:pt x="57179" y="1640615"/>
                                      <a:pt x="30518" y="1688262"/>
                                      <a:pt x="15612" y="1733087"/>
                                    </a:cubicBezTo>
                                    <a:cubicBezTo>
                                      <a:pt x="706" y="1777912"/>
                                      <a:pt x="-2653" y="1792006"/>
                                      <a:pt x="1863" y="1821991"/>
                                    </a:cubicBezTo>
                                    <a:cubicBezTo>
                                      <a:pt x="6379" y="1851976"/>
                                      <a:pt x="33612" y="1883995"/>
                                      <a:pt x="42710" y="1912997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D29C56" id="Freeform 211" o:spid="_x0000_s1026" style="position:absolute;margin-left:306pt;margin-top:179.85pt;width:57.2pt;height:150.6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27480,1912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" path="m727480,c717244,39237,631275,196785,595492,257156v-35783,60371,-59201,68707,-82711,105069c489271,398587,474070,430802,454431,475325v-19639,44524,-39022,91095,-59485,154041c374483,692312,354711,763411,331652,853000v-23059,89589,-35004,197224,-75063,313898c216530,1283572,125417,1465469,91298,1553042v-34119,87573,-60780,135220,-75686,180045c706,1777912,-2653,1792006,1863,1821991v4516,29985,31749,62004,40847,91006e" filled="f" strokecolor="red" strokeweight="3pt">
                      <v:stroke joinstyle="miter"/>
                      <v:path arrowok="t" o:connecttype="custom" o:connectlocs="726624,0;594791,257094;512178,362138;453896,475211;394481,629215;331262,852795;256287,1166618;91191,1552669;15594,1732671;1861,1821554;42660,1912538" o:connectangles="0,0,0,0,0,0,0,0,0,0,0"/>
                    </v:shape>
                  </w:pict>
                </mc:Fallback>
              </mc:AlternateContent>
            </w:r>
            <w:r w:rsidR="00052BE4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6880" behindDoc="0" locked="0" layoutInCell="1" allowOverlap="1">
                      <wp:simplePos x="0" y="0"/>
                      <wp:positionH relativeFrom="column">
                        <wp:posOffset>4037525</wp:posOffset>
                      </wp:positionH>
                      <wp:positionV relativeFrom="paragraph">
                        <wp:posOffset>2768669</wp:posOffset>
                      </wp:positionV>
                      <wp:extent cx="354330" cy="1383156"/>
                      <wp:effectExtent l="19050" t="19050" r="26670" b="26670"/>
                      <wp:wrapNone/>
                      <wp:docPr id="210" name="Freeform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4330" cy="1383156"/>
                              </a:xfrm>
                              <a:custGeom>
                                <a:avLst/>
                                <a:gdLst>
                                  <a:gd name="connsiteX0" fmla="*/ 354842 w 354842"/>
                                  <a:gd name="connsiteY0" fmla="*/ 0 h 1446663"/>
                                  <a:gd name="connsiteX1" fmla="*/ 300251 w 354842"/>
                                  <a:gd name="connsiteY1" fmla="*/ 348018 h 1446663"/>
                                  <a:gd name="connsiteX2" fmla="*/ 177421 w 354842"/>
                                  <a:gd name="connsiteY2" fmla="*/ 723332 h 1446663"/>
                                  <a:gd name="connsiteX3" fmla="*/ 34120 w 354842"/>
                                  <a:gd name="connsiteY3" fmla="*/ 1098645 h 1446663"/>
                                  <a:gd name="connsiteX4" fmla="*/ 0 w 354842"/>
                                  <a:gd name="connsiteY4" fmla="*/ 1446663 h 1446663"/>
                                  <a:gd name="connsiteX0" fmla="*/ 354842 w 354842"/>
                                  <a:gd name="connsiteY0" fmla="*/ 0 h 1383283"/>
                                  <a:gd name="connsiteX1" fmla="*/ 300251 w 354842"/>
                                  <a:gd name="connsiteY1" fmla="*/ 284638 h 1383283"/>
                                  <a:gd name="connsiteX2" fmla="*/ 177421 w 354842"/>
                                  <a:gd name="connsiteY2" fmla="*/ 659952 h 1383283"/>
                                  <a:gd name="connsiteX3" fmla="*/ 34120 w 354842"/>
                                  <a:gd name="connsiteY3" fmla="*/ 1035265 h 1383283"/>
                                  <a:gd name="connsiteX4" fmla="*/ 0 w 354842"/>
                                  <a:gd name="connsiteY4" fmla="*/ 1383283 h 13832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354842" h="1383283">
                                    <a:moveTo>
                                      <a:pt x="354842" y="0"/>
                                    </a:moveTo>
                                    <a:cubicBezTo>
                                      <a:pt x="342331" y="113731"/>
                                      <a:pt x="329821" y="174646"/>
                                      <a:pt x="300251" y="284638"/>
                                    </a:cubicBezTo>
                                    <a:cubicBezTo>
                                      <a:pt x="270681" y="394630"/>
                                      <a:pt x="221776" y="534848"/>
                                      <a:pt x="177421" y="659952"/>
                                    </a:cubicBezTo>
                                    <a:cubicBezTo>
                                      <a:pt x="133066" y="785056"/>
                                      <a:pt x="63690" y="914710"/>
                                      <a:pt x="34120" y="1035265"/>
                                    </a:cubicBezTo>
                                    <a:cubicBezTo>
                                      <a:pt x="4550" y="1155820"/>
                                      <a:pt x="2275" y="1269551"/>
                                      <a:pt x="0" y="1383283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47B350" id="Freeform 210" o:spid="_x0000_s1026" style="position:absolute;margin-left:317.9pt;margin-top:218pt;width:27.9pt;height:108.9pt;z-index:251706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54842,13832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" path="m354842,c342331,113731,329821,174646,300251,284638,270681,394630,221776,534848,177421,659952,133066,785056,63690,914710,34120,1035265,4550,1155820,2275,1269551,,1383283e" filled="f" strokecolor="red" strokeweight="3pt">
                      <v:stroke joinstyle="miter"/>
                      <v:path arrowok="t" o:connecttype="custom" o:connectlocs="354330,0;299818,284612;177165,659891;34071,1035170;0,1383156" o:connectangles="0,0,0,0,0"/>
                    </v:shape>
                  </w:pict>
                </mc:Fallback>
              </mc:AlternateContent>
            </w:r>
            <w:r w:rsidR="00052BE4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>
                      <wp:simplePos x="0" y="0"/>
                      <wp:positionH relativeFrom="column">
                        <wp:posOffset>3794760</wp:posOffset>
                      </wp:positionH>
                      <wp:positionV relativeFrom="paragraph">
                        <wp:posOffset>442595</wp:posOffset>
                      </wp:positionV>
                      <wp:extent cx="1304925" cy="2345690"/>
                      <wp:effectExtent l="0" t="0" r="28575" b="16510"/>
                      <wp:wrapNone/>
                      <wp:docPr id="158" name="Freeform 1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4925" cy="2345690"/>
                              </a:xfrm>
                              <a:custGeom>
                                <a:avLst/>
                                <a:gdLst>
                                  <a:gd name="connsiteX0" fmla="*/ 96457 w 1305455"/>
                                  <a:gd name="connsiteY0" fmla="*/ 0 h 2543852"/>
                                  <a:gd name="connsiteX1" fmla="*/ 44453 w 1305455"/>
                                  <a:gd name="connsiteY1" fmla="*/ 78006 h 2543852"/>
                                  <a:gd name="connsiteX2" fmla="*/ 9784 w 1305455"/>
                                  <a:gd name="connsiteY2" fmla="*/ 221016 h 2543852"/>
                                  <a:gd name="connsiteX3" fmla="*/ 9784 w 1305455"/>
                                  <a:gd name="connsiteY3" fmla="*/ 273020 h 2543852"/>
                                  <a:gd name="connsiteX4" fmla="*/ 122459 w 1305455"/>
                                  <a:gd name="connsiteY4" fmla="*/ 281687 h 2543852"/>
                                  <a:gd name="connsiteX5" fmla="*/ 248135 w 1305455"/>
                                  <a:gd name="connsiteY5" fmla="*/ 398696 h 2543852"/>
                                  <a:gd name="connsiteX6" fmla="*/ 499486 w 1305455"/>
                                  <a:gd name="connsiteY6" fmla="*/ 394362 h 2543852"/>
                                  <a:gd name="connsiteX7" fmla="*/ 742171 w 1305455"/>
                                  <a:gd name="connsiteY7" fmla="*/ 771390 h 2543852"/>
                                  <a:gd name="connsiteX8" fmla="*/ 989189 w 1305455"/>
                                  <a:gd name="connsiteY8" fmla="*/ 966404 h 2543852"/>
                                  <a:gd name="connsiteX9" fmla="*/ 1062861 w 1305455"/>
                                  <a:gd name="connsiteY9" fmla="*/ 1183086 h 2543852"/>
                                  <a:gd name="connsiteX10" fmla="*/ 1249208 w 1305455"/>
                                  <a:gd name="connsiteY10" fmla="*/ 1352099 h 2543852"/>
                                  <a:gd name="connsiteX11" fmla="*/ 1262209 w 1305455"/>
                                  <a:gd name="connsiteY11" fmla="*/ 1512444 h 2543852"/>
                                  <a:gd name="connsiteX12" fmla="*/ 1301212 w 1305455"/>
                                  <a:gd name="connsiteY12" fmla="*/ 1638120 h 2543852"/>
                                  <a:gd name="connsiteX13" fmla="*/ 1149534 w 1305455"/>
                                  <a:gd name="connsiteY13" fmla="*/ 1841801 h 2543852"/>
                                  <a:gd name="connsiteX14" fmla="*/ 1080195 w 1305455"/>
                                  <a:gd name="connsiteY14" fmla="*/ 2101820 h 2543852"/>
                                  <a:gd name="connsiteX15" fmla="*/ 941519 w 1305455"/>
                                  <a:gd name="connsiteY15" fmla="*/ 2270832 h 2543852"/>
                                  <a:gd name="connsiteX16" fmla="*/ 828844 w 1305455"/>
                                  <a:gd name="connsiteY16" fmla="*/ 2461513 h 2543852"/>
                                  <a:gd name="connsiteX17" fmla="*/ 577492 w 1305455"/>
                                  <a:gd name="connsiteY17" fmla="*/ 2543852 h 2543852"/>
                                  <a:gd name="connsiteX0" fmla="*/ 96457 w 1305455"/>
                                  <a:gd name="connsiteY0" fmla="*/ 0 h 2543852"/>
                                  <a:gd name="connsiteX1" fmla="*/ 44453 w 1305455"/>
                                  <a:gd name="connsiteY1" fmla="*/ 78006 h 2543852"/>
                                  <a:gd name="connsiteX2" fmla="*/ 9784 w 1305455"/>
                                  <a:gd name="connsiteY2" fmla="*/ 221016 h 2543852"/>
                                  <a:gd name="connsiteX3" fmla="*/ 9784 w 1305455"/>
                                  <a:gd name="connsiteY3" fmla="*/ 273020 h 2543852"/>
                                  <a:gd name="connsiteX4" fmla="*/ 122459 w 1305455"/>
                                  <a:gd name="connsiteY4" fmla="*/ 281687 h 2543852"/>
                                  <a:gd name="connsiteX5" fmla="*/ 248135 w 1305455"/>
                                  <a:gd name="connsiteY5" fmla="*/ 398696 h 2543852"/>
                                  <a:gd name="connsiteX6" fmla="*/ 499486 w 1305455"/>
                                  <a:gd name="connsiteY6" fmla="*/ 394362 h 2543852"/>
                                  <a:gd name="connsiteX7" fmla="*/ 742171 w 1305455"/>
                                  <a:gd name="connsiteY7" fmla="*/ 771390 h 2543852"/>
                                  <a:gd name="connsiteX8" fmla="*/ 989189 w 1305455"/>
                                  <a:gd name="connsiteY8" fmla="*/ 966404 h 2543852"/>
                                  <a:gd name="connsiteX9" fmla="*/ 1062861 w 1305455"/>
                                  <a:gd name="connsiteY9" fmla="*/ 1183086 h 2543852"/>
                                  <a:gd name="connsiteX10" fmla="*/ 1249208 w 1305455"/>
                                  <a:gd name="connsiteY10" fmla="*/ 1352099 h 2543852"/>
                                  <a:gd name="connsiteX11" fmla="*/ 1262209 w 1305455"/>
                                  <a:gd name="connsiteY11" fmla="*/ 1512444 h 2543852"/>
                                  <a:gd name="connsiteX12" fmla="*/ 1301212 w 1305455"/>
                                  <a:gd name="connsiteY12" fmla="*/ 1638120 h 2543852"/>
                                  <a:gd name="connsiteX13" fmla="*/ 1149534 w 1305455"/>
                                  <a:gd name="connsiteY13" fmla="*/ 1841801 h 2543852"/>
                                  <a:gd name="connsiteX14" fmla="*/ 1080195 w 1305455"/>
                                  <a:gd name="connsiteY14" fmla="*/ 2101820 h 2543852"/>
                                  <a:gd name="connsiteX15" fmla="*/ 941519 w 1305455"/>
                                  <a:gd name="connsiteY15" fmla="*/ 2270832 h 2543852"/>
                                  <a:gd name="connsiteX16" fmla="*/ 774231 w 1305455"/>
                                  <a:gd name="connsiteY16" fmla="*/ 2284089 h 2543852"/>
                                  <a:gd name="connsiteX17" fmla="*/ 577492 w 1305455"/>
                                  <a:gd name="connsiteY17" fmla="*/ 2543852 h 2543852"/>
                                  <a:gd name="connsiteX0" fmla="*/ 96457 w 1305455"/>
                                  <a:gd name="connsiteY0" fmla="*/ 0 h 2290128"/>
                                  <a:gd name="connsiteX1" fmla="*/ 44453 w 1305455"/>
                                  <a:gd name="connsiteY1" fmla="*/ 78006 h 2290128"/>
                                  <a:gd name="connsiteX2" fmla="*/ 9784 w 1305455"/>
                                  <a:gd name="connsiteY2" fmla="*/ 221016 h 2290128"/>
                                  <a:gd name="connsiteX3" fmla="*/ 9784 w 1305455"/>
                                  <a:gd name="connsiteY3" fmla="*/ 273020 h 2290128"/>
                                  <a:gd name="connsiteX4" fmla="*/ 122459 w 1305455"/>
                                  <a:gd name="connsiteY4" fmla="*/ 281687 h 2290128"/>
                                  <a:gd name="connsiteX5" fmla="*/ 248135 w 1305455"/>
                                  <a:gd name="connsiteY5" fmla="*/ 398696 h 2290128"/>
                                  <a:gd name="connsiteX6" fmla="*/ 499486 w 1305455"/>
                                  <a:gd name="connsiteY6" fmla="*/ 394362 h 2290128"/>
                                  <a:gd name="connsiteX7" fmla="*/ 742171 w 1305455"/>
                                  <a:gd name="connsiteY7" fmla="*/ 771390 h 2290128"/>
                                  <a:gd name="connsiteX8" fmla="*/ 989189 w 1305455"/>
                                  <a:gd name="connsiteY8" fmla="*/ 966404 h 2290128"/>
                                  <a:gd name="connsiteX9" fmla="*/ 1062861 w 1305455"/>
                                  <a:gd name="connsiteY9" fmla="*/ 1183086 h 2290128"/>
                                  <a:gd name="connsiteX10" fmla="*/ 1249208 w 1305455"/>
                                  <a:gd name="connsiteY10" fmla="*/ 1352099 h 2290128"/>
                                  <a:gd name="connsiteX11" fmla="*/ 1262209 w 1305455"/>
                                  <a:gd name="connsiteY11" fmla="*/ 1512444 h 2290128"/>
                                  <a:gd name="connsiteX12" fmla="*/ 1301212 w 1305455"/>
                                  <a:gd name="connsiteY12" fmla="*/ 1638120 h 2290128"/>
                                  <a:gd name="connsiteX13" fmla="*/ 1149534 w 1305455"/>
                                  <a:gd name="connsiteY13" fmla="*/ 1841801 h 2290128"/>
                                  <a:gd name="connsiteX14" fmla="*/ 1080195 w 1305455"/>
                                  <a:gd name="connsiteY14" fmla="*/ 2101820 h 2290128"/>
                                  <a:gd name="connsiteX15" fmla="*/ 941519 w 1305455"/>
                                  <a:gd name="connsiteY15" fmla="*/ 2270832 h 2290128"/>
                                  <a:gd name="connsiteX16" fmla="*/ 774231 w 1305455"/>
                                  <a:gd name="connsiteY16" fmla="*/ 2284089 h 2290128"/>
                                  <a:gd name="connsiteX17" fmla="*/ 584319 w 1305455"/>
                                  <a:gd name="connsiteY17" fmla="*/ 2250420 h 2290128"/>
                                  <a:gd name="connsiteX0" fmla="*/ 96457 w 1305455"/>
                                  <a:gd name="connsiteY0" fmla="*/ 0 h 2345969"/>
                                  <a:gd name="connsiteX1" fmla="*/ 44453 w 1305455"/>
                                  <a:gd name="connsiteY1" fmla="*/ 78006 h 2345969"/>
                                  <a:gd name="connsiteX2" fmla="*/ 9784 w 1305455"/>
                                  <a:gd name="connsiteY2" fmla="*/ 221016 h 2345969"/>
                                  <a:gd name="connsiteX3" fmla="*/ 9784 w 1305455"/>
                                  <a:gd name="connsiteY3" fmla="*/ 273020 h 2345969"/>
                                  <a:gd name="connsiteX4" fmla="*/ 122459 w 1305455"/>
                                  <a:gd name="connsiteY4" fmla="*/ 281687 h 2345969"/>
                                  <a:gd name="connsiteX5" fmla="*/ 248135 w 1305455"/>
                                  <a:gd name="connsiteY5" fmla="*/ 398696 h 2345969"/>
                                  <a:gd name="connsiteX6" fmla="*/ 499486 w 1305455"/>
                                  <a:gd name="connsiteY6" fmla="*/ 394362 h 2345969"/>
                                  <a:gd name="connsiteX7" fmla="*/ 742171 w 1305455"/>
                                  <a:gd name="connsiteY7" fmla="*/ 771390 h 2345969"/>
                                  <a:gd name="connsiteX8" fmla="*/ 989189 w 1305455"/>
                                  <a:gd name="connsiteY8" fmla="*/ 966404 h 2345969"/>
                                  <a:gd name="connsiteX9" fmla="*/ 1062861 w 1305455"/>
                                  <a:gd name="connsiteY9" fmla="*/ 1183086 h 2345969"/>
                                  <a:gd name="connsiteX10" fmla="*/ 1249208 w 1305455"/>
                                  <a:gd name="connsiteY10" fmla="*/ 1352099 h 2345969"/>
                                  <a:gd name="connsiteX11" fmla="*/ 1262209 w 1305455"/>
                                  <a:gd name="connsiteY11" fmla="*/ 1512444 h 2345969"/>
                                  <a:gd name="connsiteX12" fmla="*/ 1301212 w 1305455"/>
                                  <a:gd name="connsiteY12" fmla="*/ 1638120 h 2345969"/>
                                  <a:gd name="connsiteX13" fmla="*/ 1149534 w 1305455"/>
                                  <a:gd name="connsiteY13" fmla="*/ 1841801 h 2345969"/>
                                  <a:gd name="connsiteX14" fmla="*/ 1080195 w 1305455"/>
                                  <a:gd name="connsiteY14" fmla="*/ 2101820 h 2345969"/>
                                  <a:gd name="connsiteX15" fmla="*/ 941519 w 1305455"/>
                                  <a:gd name="connsiteY15" fmla="*/ 2270832 h 2345969"/>
                                  <a:gd name="connsiteX16" fmla="*/ 774231 w 1305455"/>
                                  <a:gd name="connsiteY16" fmla="*/ 2284089 h 2345969"/>
                                  <a:gd name="connsiteX17" fmla="*/ 591146 w 1305455"/>
                                  <a:gd name="connsiteY17" fmla="*/ 2345969 h 234596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</a:cxnLst>
                                <a:rect l="l" t="t" r="r" b="b"/>
                                <a:pathLst>
                                  <a:path w="1305455" h="2345969">
                                    <a:moveTo>
                                      <a:pt x="96457" y="0"/>
                                    </a:moveTo>
                                    <a:cubicBezTo>
                                      <a:pt x="77677" y="20585"/>
                                      <a:pt x="58898" y="41170"/>
                                      <a:pt x="44453" y="78006"/>
                                    </a:cubicBezTo>
                                    <a:cubicBezTo>
                                      <a:pt x="30008" y="114842"/>
                                      <a:pt x="15562" y="188514"/>
                                      <a:pt x="9784" y="221016"/>
                                    </a:cubicBezTo>
                                    <a:cubicBezTo>
                                      <a:pt x="4006" y="253518"/>
                                      <a:pt x="-8995" y="262908"/>
                                      <a:pt x="9784" y="273020"/>
                                    </a:cubicBezTo>
                                    <a:cubicBezTo>
                                      <a:pt x="28563" y="283132"/>
                                      <a:pt x="82734" y="260741"/>
                                      <a:pt x="122459" y="281687"/>
                                    </a:cubicBezTo>
                                    <a:cubicBezTo>
                                      <a:pt x="162184" y="302633"/>
                                      <a:pt x="185297" y="379917"/>
                                      <a:pt x="248135" y="398696"/>
                                    </a:cubicBezTo>
                                    <a:cubicBezTo>
                                      <a:pt x="310973" y="417475"/>
                                      <a:pt x="417147" y="332246"/>
                                      <a:pt x="499486" y="394362"/>
                                    </a:cubicBezTo>
                                    <a:cubicBezTo>
                                      <a:pt x="581825" y="456478"/>
                                      <a:pt x="660554" y="676050"/>
                                      <a:pt x="742171" y="771390"/>
                                    </a:cubicBezTo>
                                    <a:cubicBezTo>
                                      <a:pt x="823788" y="866730"/>
                                      <a:pt x="935741" y="897788"/>
                                      <a:pt x="989189" y="966404"/>
                                    </a:cubicBezTo>
                                    <a:cubicBezTo>
                                      <a:pt x="1042637" y="1035020"/>
                                      <a:pt x="1019525" y="1118804"/>
                                      <a:pt x="1062861" y="1183086"/>
                                    </a:cubicBezTo>
                                    <a:cubicBezTo>
                                      <a:pt x="1106197" y="1247368"/>
                                      <a:pt x="1215983" y="1297206"/>
                                      <a:pt x="1249208" y="1352099"/>
                                    </a:cubicBezTo>
                                    <a:cubicBezTo>
                                      <a:pt x="1282433" y="1406992"/>
                                      <a:pt x="1253542" y="1464774"/>
                                      <a:pt x="1262209" y="1512444"/>
                                    </a:cubicBezTo>
                                    <a:cubicBezTo>
                                      <a:pt x="1270876" y="1560114"/>
                                      <a:pt x="1319991" y="1583227"/>
                                      <a:pt x="1301212" y="1638120"/>
                                    </a:cubicBezTo>
                                    <a:cubicBezTo>
                                      <a:pt x="1282433" y="1693013"/>
                                      <a:pt x="1186370" y="1764518"/>
                                      <a:pt x="1149534" y="1841801"/>
                                    </a:cubicBezTo>
                                    <a:cubicBezTo>
                                      <a:pt x="1112698" y="1919084"/>
                                      <a:pt x="1114864" y="2030315"/>
                                      <a:pt x="1080195" y="2101820"/>
                                    </a:cubicBezTo>
                                    <a:cubicBezTo>
                                      <a:pt x="1045526" y="2173325"/>
                                      <a:pt x="992513" y="2240454"/>
                                      <a:pt x="941519" y="2270832"/>
                                    </a:cubicBezTo>
                                    <a:cubicBezTo>
                                      <a:pt x="890525" y="2301210"/>
                                      <a:pt x="832626" y="2271566"/>
                                      <a:pt x="774231" y="2284089"/>
                                    </a:cubicBezTo>
                                    <a:cubicBezTo>
                                      <a:pt x="715836" y="2296612"/>
                                      <a:pt x="686486" y="2327551"/>
                                      <a:pt x="591146" y="2345969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0C5CF8" id="Freeform 158" o:spid="_x0000_s1026" style="position:absolute;margin-left:298.8pt;margin-top:34.85pt;width:102.75pt;height:184.7pt;z-index:251680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305455,23459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" path="m96457,c77677,20585,58898,41170,44453,78006,30008,114842,15562,188514,9784,221016v-5778,32502,-18779,41892,,52004c28563,283132,82734,260741,122459,281687v39725,20946,62838,98230,125676,117009c310973,417475,417147,332246,499486,394362v82339,62116,161068,281688,242685,377028c823788,866730,935741,897788,989189,966404v53448,68616,30336,152400,73672,216682c1106197,1247368,1215983,1297206,1249208,1352099v33225,54893,4334,112675,13001,160345c1270876,1560114,1319991,1583227,1301212,1638120v-18779,54893,-114842,126398,-151678,203681c1112698,1919084,1114864,2030315,1080195,2101820v-34669,71505,-87682,138634,-138676,169012c890525,2301210,832626,2271566,774231,2284089v-58395,12523,-87745,43462,-183085,61880e" filled="f" strokecolor="red" strokeweight="1.5pt">
                      <v:stroke joinstyle="miter"/>
                      <v:path arrowok="t" o:connecttype="custom" o:connectlocs="96418,0;44435,77997;9780,220990;9780,272988;122409,281653;248034,398649;499283,394315;741870,771298;988787,966289;1062429,1182945;1248701,1351938;1261697,1512264;1300684,1637925;1149067,1841582;1079756,2101570;941137,2270562;773917,2283817;590906,2345690" o:connectangles="0,0,0,0,0,0,0,0,0,0,0,0,0,0,0,0,0,0"/>
                    </v:shape>
                  </w:pict>
                </mc:Fallback>
              </mc:AlternateContent>
            </w:r>
            <w:r w:rsidR="00052BE4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1760" behindDoc="0" locked="0" layoutInCell="1" allowOverlap="1">
                      <wp:simplePos x="0" y="0"/>
                      <wp:positionH relativeFrom="column">
                        <wp:posOffset>5610396</wp:posOffset>
                      </wp:positionH>
                      <wp:positionV relativeFrom="paragraph">
                        <wp:posOffset>2285592</wp:posOffset>
                      </wp:positionV>
                      <wp:extent cx="143313" cy="709921"/>
                      <wp:effectExtent l="19050" t="19050" r="28575" b="14605"/>
                      <wp:wrapNone/>
                      <wp:docPr id="214" name="Freeform 2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3313" cy="709921"/>
                              </a:xfrm>
                              <a:custGeom>
                                <a:avLst/>
                                <a:gdLst>
                                  <a:gd name="connsiteX0" fmla="*/ 0 w 129654"/>
                                  <a:gd name="connsiteY0" fmla="*/ 0 h 511791"/>
                                  <a:gd name="connsiteX1" fmla="*/ 68239 w 129654"/>
                                  <a:gd name="connsiteY1" fmla="*/ 197893 h 511791"/>
                                  <a:gd name="connsiteX2" fmla="*/ 129654 w 129654"/>
                                  <a:gd name="connsiteY2" fmla="*/ 511791 h 511791"/>
                                  <a:gd name="connsiteX0" fmla="*/ 0 w 143313"/>
                                  <a:gd name="connsiteY0" fmla="*/ 0 h 709921"/>
                                  <a:gd name="connsiteX1" fmla="*/ 81898 w 143313"/>
                                  <a:gd name="connsiteY1" fmla="*/ 396023 h 709921"/>
                                  <a:gd name="connsiteX2" fmla="*/ 143313 w 143313"/>
                                  <a:gd name="connsiteY2" fmla="*/ 709921 h 709921"/>
                                  <a:gd name="connsiteX0" fmla="*/ 0 w 143313"/>
                                  <a:gd name="connsiteY0" fmla="*/ 0 h 709921"/>
                                  <a:gd name="connsiteX1" fmla="*/ 41069 w 143313"/>
                                  <a:gd name="connsiteY1" fmla="*/ 266367 h 709921"/>
                                  <a:gd name="connsiteX2" fmla="*/ 81898 w 143313"/>
                                  <a:gd name="connsiteY2" fmla="*/ 396023 h 709921"/>
                                  <a:gd name="connsiteX3" fmla="*/ 143313 w 143313"/>
                                  <a:gd name="connsiteY3" fmla="*/ 709921 h 70992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43313" h="709921">
                                    <a:moveTo>
                                      <a:pt x="0" y="0"/>
                                    </a:moveTo>
                                    <a:cubicBezTo>
                                      <a:pt x="6845" y="38703"/>
                                      <a:pt x="27419" y="200363"/>
                                      <a:pt x="41069" y="266367"/>
                                    </a:cubicBezTo>
                                    <a:cubicBezTo>
                                      <a:pt x="54719" y="332371"/>
                                      <a:pt x="64857" y="322097"/>
                                      <a:pt x="81898" y="396023"/>
                                    </a:cubicBezTo>
                                    <a:cubicBezTo>
                                      <a:pt x="98939" y="469949"/>
                                      <a:pt x="123410" y="595621"/>
                                      <a:pt x="143313" y="709921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052BE4" w:rsidRDefault="00052BE4" w:rsidP="00052BE4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14" o:spid="_x0000_s1030" style="position:absolute;left:0;text-align:left;margin-left:441.75pt;margin-top:179.95pt;width:11.3pt;height:55.9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3313,70992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" adj="-11796480,,5400" path="m,c6845,38703,27419,200363,41069,266367v13650,66004,23788,55730,40829,129656c98939,469949,123410,595621,143313,709921e" filled="f" strokecolor="red" strokeweight="3pt">
                      <v:stroke joinstyle="miter"/>
                      <v:formulas/>
                      <v:path arrowok="t" o:connecttype="custom" o:connectlocs="0,0;41069,266367;81898,396023;143313,709921" o:connectangles="0,0,0,0" textboxrect="0,0,143313,709921"/>
                      <v:textbox>
                        <w:txbxContent>
                          <w:p w:rsidR="00052BE4" w:rsidRDefault="00052BE4" w:rsidP="00052BE4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52BE4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0736" behindDoc="0" locked="0" layoutInCell="1" allowOverlap="1">
                      <wp:simplePos x="0" y="0"/>
                      <wp:positionH relativeFrom="column">
                        <wp:posOffset>5617219</wp:posOffset>
                      </wp:positionH>
                      <wp:positionV relativeFrom="paragraph">
                        <wp:posOffset>1575909</wp:posOffset>
                      </wp:positionV>
                      <wp:extent cx="6824" cy="900752"/>
                      <wp:effectExtent l="38100" t="19050" r="50800" b="52070"/>
                      <wp:wrapNone/>
                      <wp:docPr id="213" name="Straight Connector 2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824" cy="900752"/>
                              </a:xfrm>
                              <a:prstGeom prst="line">
                                <a:avLst/>
                              </a:prstGeom>
                              <a:ln w="762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5BB00BC" id="Straight Connector 213" o:spid="_x0000_s1026" style="position:absolute;flip:x;z-index:251700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2.3pt,124.1pt" to="442.85pt,19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" strokecolor="red" strokeweight="6pt">
                      <v:stroke joinstyle="miter"/>
                    </v:line>
                  </w:pict>
                </mc:Fallback>
              </mc:AlternateContent>
            </w:r>
            <w:r w:rsidR="00052BE4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9712" behindDoc="0" locked="0" layoutInCell="1" allowOverlap="1">
                      <wp:simplePos x="0" y="0"/>
                      <wp:positionH relativeFrom="column">
                        <wp:posOffset>4573166</wp:posOffset>
                      </wp:positionH>
                      <wp:positionV relativeFrom="paragraph">
                        <wp:posOffset>1978518</wp:posOffset>
                      </wp:positionV>
                      <wp:extent cx="28418" cy="436759"/>
                      <wp:effectExtent l="38100" t="19050" r="48260" b="20955"/>
                      <wp:wrapNone/>
                      <wp:docPr id="212" name="Freeform 2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418" cy="436759"/>
                              </a:xfrm>
                              <a:custGeom>
                                <a:avLst/>
                                <a:gdLst>
                                  <a:gd name="connsiteX0" fmla="*/ 6824 w 6824"/>
                                  <a:gd name="connsiteY0" fmla="*/ 0 h 320722"/>
                                  <a:gd name="connsiteX1" fmla="*/ 0 w 6824"/>
                                  <a:gd name="connsiteY1" fmla="*/ 320722 h 320722"/>
                                  <a:gd name="connsiteX0" fmla="*/ 0 w 11493"/>
                                  <a:gd name="connsiteY0" fmla="*/ 0 h 12979"/>
                                  <a:gd name="connsiteX1" fmla="*/ 11493 w 11493"/>
                                  <a:gd name="connsiteY1" fmla="*/ 12979 h 12979"/>
                                  <a:gd name="connsiteX0" fmla="*/ 0 w 61753"/>
                                  <a:gd name="connsiteY0" fmla="*/ 0 h 12979"/>
                                  <a:gd name="connsiteX1" fmla="*/ 61753 w 61753"/>
                                  <a:gd name="connsiteY1" fmla="*/ 7240 h 12979"/>
                                  <a:gd name="connsiteX2" fmla="*/ 11493 w 61753"/>
                                  <a:gd name="connsiteY2" fmla="*/ 12979 h 12979"/>
                                  <a:gd name="connsiteX0" fmla="*/ 0 w 61753"/>
                                  <a:gd name="connsiteY0" fmla="*/ 0 h 13618"/>
                                  <a:gd name="connsiteX1" fmla="*/ 61753 w 61753"/>
                                  <a:gd name="connsiteY1" fmla="*/ 7879 h 13618"/>
                                  <a:gd name="connsiteX2" fmla="*/ 11493 w 61753"/>
                                  <a:gd name="connsiteY2" fmla="*/ 13618 h 13618"/>
                                  <a:gd name="connsiteX0" fmla="*/ 0 w 41643"/>
                                  <a:gd name="connsiteY0" fmla="*/ 0 h 13618"/>
                                  <a:gd name="connsiteX1" fmla="*/ 41643 w 41643"/>
                                  <a:gd name="connsiteY1" fmla="*/ 8944 h 13618"/>
                                  <a:gd name="connsiteX2" fmla="*/ 11493 w 41643"/>
                                  <a:gd name="connsiteY2" fmla="*/ 13618 h 1361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41643" h="13618">
                                    <a:moveTo>
                                      <a:pt x="0" y="0"/>
                                    </a:moveTo>
                                    <a:cubicBezTo>
                                      <a:pt x="6862" y="2058"/>
                                      <a:pt x="34781" y="6886"/>
                                      <a:pt x="41643" y="8944"/>
                                    </a:cubicBezTo>
                                    <a:lnTo>
                                      <a:pt x="11493" y="13618"/>
                                    </a:lnTo>
                                  </a:path>
                                </a:pathLst>
                              </a:custGeom>
                              <a:noFill/>
                              <a:ln w="762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C6B722" id="Freeform 212" o:spid="_x0000_s1026" style="position:absolute;margin-left:360.1pt;margin-top:155.8pt;width:2.25pt;height:34.4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1643,136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" path="m,c6862,2058,34781,6886,41643,8944l11493,13618e" filled="f" strokecolor="red" strokeweight="6pt">
                      <v:stroke joinstyle="miter"/>
                      <v:path arrowok="t" o:connecttype="custom" o:connectlocs="0,0;28418,286854;7843,436759" o:connectangles="0,0,0"/>
                    </v:shape>
                  </w:pict>
                </mc:Fallback>
              </mc:AlternateContent>
            </w:r>
            <w:r w:rsidR="00052BE4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 wp14:anchorId="78FC4EB5" wp14:editId="02645F8F">
                      <wp:simplePos x="0" y="0"/>
                      <wp:positionH relativeFrom="column">
                        <wp:posOffset>177421</wp:posOffset>
                      </wp:positionH>
                      <wp:positionV relativeFrom="paragraph">
                        <wp:posOffset>1910212</wp:posOffset>
                      </wp:positionV>
                      <wp:extent cx="306070" cy="152400"/>
                      <wp:effectExtent l="0" t="0" r="0" b="0"/>
                      <wp:wrapNone/>
                      <wp:docPr id="208" name="Text Box 3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52BE4" w:rsidRPr="00B16047" w:rsidRDefault="00052BE4" w:rsidP="00052BE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FC4EB5" id="Text Box 354" o:spid="_x0000_s1031" type="#_x0000_t202" style="position:absolute;left:0;text-align:left;margin-left:13.95pt;margin-top:150.4pt;width:24.1pt;height:12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52BE4" w:rsidRPr="00B16047" w:rsidRDefault="00052BE4" w:rsidP="00052BE4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52BE4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 wp14:anchorId="40FC54AB" wp14:editId="2B48EB3B">
                      <wp:simplePos x="0" y="0"/>
                      <wp:positionH relativeFrom="column">
                        <wp:posOffset>5732060</wp:posOffset>
                      </wp:positionH>
                      <wp:positionV relativeFrom="paragraph">
                        <wp:posOffset>1848798</wp:posOffset>
                      </wp:positionV>
                      <wp:extent cx="306070" cy="152400"/>
                      <wp:effectExtent l="0" t="0" r="0" b="0"/>
                      <wp:wrapNone/>
                      <wp:docPr id="201" name="Text Box 3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052BE4" w:rsidRPr="00B16047" w:rsidRDefault="00052BE4" w:rsidP="00052BE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FC54AB" id="_x0000_s1032" type="#_x0000_t202" style="position:absolute;left:0;text-align:left;margin-left:451.35pt;margin-top:145.55pt;width:24.1pt;height:12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052BE4" w:rsidRPr="00B16047" w:rsidRDefault="00052BE4" w:rsidP="00052BE4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52BE4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>
                      <wp:simplePos x="0" y="0"/>
                      <wp:positionH relativeFrom="column">
                        <wp:posOffset>1983105</wp:posOffset>
                      </wp:positionH>
                      <wp:positionV relativeFrom="paragraph">
                        <wp:posOffset>3207814</wp:posOffset>
                      </wp:positionV>
                      <wp:extent cx="90805" cy="90805"/>
                      <wp:effectExtent l="0" t="0" r="23495" b="23495"/>
                      <wp:wrapNone/>
                      <wp:docPr id="205" name="Flowchart: Summing Junction 2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flowChartSummingJunc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3929AB" id="_x0000_t123" coordsize="21600,21600" o:spt="123" path="m10800,qx,10800,10800,21600,21600,10800,10800,xem3163,3163nfl18437,18437em3163,18437nfl18437,3163e">
                      <v:path o:extrusionok="f" gradientshapeok="t" o:connecttype="custom" o:connectlocs="10800,0;3163,3163;0,10800;3163,18437;10800,21600;18437,18437;21600,10800;18437,3163" textboxrect="3163,3163,18437,18437"/>
                    </v:shapetype>
                    <v:shape id="Flowchart: Summing Junction 205" o:spid="_x0000_s1026" type="#_x0000_t123" style="position:absolute;margin-left:156.15pt;margin-top:252.6pt;width:7.15pt;height:7.1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"/>
                  </w:pict>
                </mc:Fallback>
              </mc:AlternateContent>
            </w:r>
            <w:r w:rsidR="00052BE4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>
                      <wp:simplePos x="0" y="0"/>
                      <wp:positionH relativeFrom="column">
                        <wp:posOffset>2076450</wp:posOffset>
                      </wp:positionH>
                      <wp:positionV relativeFrom="paragraph">
                        <wp:posOffset>3216704</wp:posOffset>
                      </wp:positionV>
                      <wp:extent cx="290706" cy="745262"/>
                      <wp:effectExtent l="19050" t="19050" r="14605" b="17145"/>
                      <wp:wrapNone/>
                      <wp:docPr id="207" name="Freeform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0706" cy="745262"/>
                              </a:xfrm>
                              <a:custGeom>
                                <a:avLst/>
                                <a:gdLst>
                                  <a:gd name="connsiteX0" fmla="*/ 0 w 290706"/>
                                  <a:gd name="connsiteY0" fmla="*/ 0 h 745262"/>
                                  <a:gd name="connsiteX1" fmla="*/ 163852 w 290706"/>
                                  <a:gd name="connsiteY1" fmla="*/ 465128 h 745262"/>
                                  <a:gd name="connsiteX2" fmla="*/ 290706 w 290706"/>
                                  <a:gd name="connsiteY2" fmla="*/ 745262 h 7452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90706" h="745262">
                                    <a:moveTo>
                                      <a:pt x="0" y="0"/>
                                    </a:moveTo>
                                    <a:cubicBezTo>
                                      <a:pt x="57700" y="170459"/>
                                      <a:pt x="115401" y="340918"/>
                                      <a:pt x="163852" y="465128"/>
                                    </a:cubicBezTo>
                                    <a:cubicBezTo>
                                      <a:pt x="212303" y="589338"/>
                                      <a:pt x="251504" y="667300"/>
                                      <a:pt x="290706" y="745262"/>
                                    </a:cubicBezTo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rgbClr val="003B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6C57CCA" id="Freeform 207" o:spid="_x0000_s1026" style="position:absolute;margin-left:163.5pt;margin-top:253.3pt;width:22.9pt;height:58.7pt;z-index:251687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90706,7452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" path="m,c57700,170459,115401,340918,163852,465128v48451,124210,87652,202172,126854,280134e" filled="f" strokecolor="#003bc0" strokeweight="2.25pt">
                      <v:stroke joinstyle="miter"/>
                      <v:path arrowok="t" o:connecttype="custom" o:connectlocs="0,0;163852,465128;290706,745262" o:connectangles="0,0,0"/>
                    </v:shape>
                  </w:pict>
                </mc:Fallback>
              </mc:AlternateContent>
            </w:r>
            <w:r w:rsidR="00052BE4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>
                      <wp:simplePos x="0" y="0"/>
                      <wp:positionH relativeFrom="column">
                        <wp:posOffset>1807206</wp:posOffset>
                      </wp:positionH>
                      <wp:positionV relativeFrom="paragraph">
                        <wp:posOffset>2779476</wp:posOffset>
                      </wp:positionV>
                      <wp:extent cx="264427" cy="486270"/>
                      <wp:effectExtent l="19050" t="19050" r="21590" b="28575"/>
                      <wp:wrapNone/>
                      <wp:docPr id="206" name="Freeform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4427" cy="486270"/>
                              </a:xfrm>
                              <a:custGeom>
                                <a:avLst/>
                                <a:gdLst>
                                  <a:gd name="connsiteX0" fmla="*/ 237850 w 264427"/>
                                  <a:gd name="connsiteY0" fmla="*/ 486270 h 486270"/>
                                  <a:gd name="connsiteX1" fmla="*/ 264278 w 264427"/>
                                  <a:gd name="connsiteY1" fmla="*/ 412273 h 486270"/>
                                  <a:gd name="connsiteX2" fmla="*/ 227279 w 264427"/>
                                  <a:gd name="connsiteY2" fmla="*/ 248421 h 486270"/>
                                  <a:gd name="connsiteX3" fmla="*/ 184995 w 264427"/>
                                  <a:gd name="connsiteY3" fmla="*/ 158566 h 486270"/>
                                  <a:gd name="connsiteX4" fmla="*/ 0 w 264427"/>
                                  <a:gd name="connsiteY4" fmla="*/ 0 h 48627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264427" h="486270">
                                    <a:moveTo>
                                      <a:pt x="237850" y="486270"/>
                                    </a:moveTo>
                                    <a:cubicBezTo>
                                      <a:pt x="251945" y="469092"/>
                                      <a:pt x="266040" y="451914"/>
                                      <a:pt x="264278" y="412273"/>
                                    </a:cubicBezTo>
                                    <a:cubicBezTo>
                                      <a:pt x="262516" y="372632"/>
                                      <a:pt x="240493" y="290705"/>
                                      <a:pt x="227279" y="248421"/>
                                    </a:cubicBezTo>
                                    <a:cubicBezTo>
                                      <a:pt x="214065" y="206136"/>
                                      <a:pt x="222875" y="199970"/>
                                      <a:pt x="184995" y="158566"/>
                                    </a:cubicBezTo>
                                    <a:cubicBezTo>
                                      <a:pt x="147115" y="117162"/>
                                      <a:pt x="73557" y="58581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rgbClr val="003B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5021253" id="Freeform 206" o:spid="_x0000_s1026" style="position:absolute;margin-left:142.3pt;margin-top:218.85pt;width:20.8pt;height:38.3pt;z-index:25168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4427,486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" path="m237850,486270v14095,-17178,28190,-34356,26428,-73997c262516,372632,240493,290705,227279,248421v-13214,-42285,-4404,-48451,-42284,-89855c147115,117162,73557,58581,,e" filled="f" strokecolor="#003bc0" strokeweight="2.25pt">
                      <v:stroke joinstyle="miter"/>
                      <v:path arrowok="t" o:connecttype="custom" o:connectlocs="237850,486270;264278,412273;227279,248421;184995,158566;0,0" o:connectangles="0,0,0,0,0"/>
                    </v:shape>
                  </w:pict>
                </mc:Fallback>
              </mc:AlternateContent>
            </w:r>
            <w:r w:rsidR="00052BE4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posOffset>589804</wp:posOffset>
                      </wp:positionH>
                      <wp:positionV relativeFrom="paragraph">
                        <wp:posOffset>1564640</wp:posOffset>
                      </wp:positionV>
                      <wp:extent cx="17335" cy="914400"/>
                      <wp:effectExtent l="38100" t="19050" r="40005" b="38100"/>
                      <wp:wrapNone/>
                      <wp:docPr id="160" name="Freeform 1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335" cy="914400"/>
                              </a:xfrm>
                              <a:custGeom>
                                <a:avLst/>
                                <a:gdLst>
                                  <a:gd name="connsiteX0" fmla="*/ 0 w 17335"/>
                                  <a:gd name="connsiteY0" fmla="*/ 0 h 914400"/>
                                  <a:gd name="connsiteX1" fmla="*/ 17335 w 17335"/>
                                  <a:gd name="connsiteY1" fmla="*/ 914400 h 9144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7335" h="914400">
                                    <a:moveTo>
                                      <a:pt x="0" y="0"/>
                                    </a:moveTo>
                                    <a:lnTo>
                                      <a:pt x="17335" y="914400"/>
                                    </a:lnTo>
                                  </a:path>
                                </a:pathLst>
                              </a:custGeom>
                              <a:noFill/>
                              <a:ln w="762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A0FC920" id="Freeform 160" o:spid="_x0000_s1026" style="position:absolute;margin-left:46.45pt;margin-top:123.2pt;width:1.35pt;height:1in;z-index:25168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335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" path="m,l17335,914400e" filled="f" strokecolor="red" strokeweight="6pt">
                      <v:stroke joinstyle="miter"/>
                      <v:path arrowok="t" o:connecttype="custom" o:connectlocs="0,0;17335,914400" o:connectangles="0,0"/>
                    </v:shape>
                  </w:pict>
                </mc:Fallback>
              </mc:AlternateContent>
            </w:r>
            <w:r w:rsidR="00052BE4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1612900</wp:posOffset>
                      </wp:positionH>
                      <wp:positionV relativeFrom="paragraph">
                        <wp:posOffset>108585</wp:posOffset>
                      </wp:positionV>
                      <wp:extent cx="925830" cy="2277745"/>
                      <wp:effectExtent l="38100" t="38100" r="26670" b="27305"/>
                      <wp:wrapNone/>
                      <wp:docPr id="3" name="Freeform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5830" cy="2277745"/>
                              </a:xfrm>
                              <a:custGeom>
                                <a:avLst/>
                                <a:gdLst>
                                  <a:gd name="connsiteX0" fmla="*/ 929822 w 929822"/>
                                  <a:gd name="connsiteY0" fmla="*/ 0 h 2161309"/>
                                  <a:gd name="connsiteX1" fmla="*/ 722003 w 929822"/>
                                  <a:gd name="connsiteY1" fmla="*/ 237507 h 2161309"/>
                                  <a:gd name="connsiteX2" fmla="*/ 472622 w 929822"/>
                                  <a:gd name="connsiteY2" fmla="*/ 635330 h 2161309"/>
                                  <a:gd name="connsiteX3" fmla="*/ 68861 w 929822"/>
                                  <a:gd name="connsiteY3" fmla="*/ 1626920 h 2161309"/>
                                  <a:gd name="connsiteX4" fmla="*/ 3546 w 929822"/>
                                  <a:gd name="connsiteY4" fmla="*/ 2161309 h 2161309"/>
                                  <a:gd name="connsiteX0" fmla="*/ 926251 w 926251"/>
                                  <a:gd name="connsiteY0" fmla="*/ 0 h 2278340"/>
                                  <a:gd name="connsiteX1" fmla="*/ 718432 w 926251"/>
                                  <a:gd name="connsiteY1" fmla="*/ 237507 h 2278340"/>
                                  <a:gd name="connsiteX2" fmla="*/ 469051 w 926251"/>
                                  <a:gd name="connsiteY2" fmla="*/ 635330 h 2278340"/>
                                  <a:gd name="connsiteX3" fmla="*/ 65290 w 926251"/>
                                  <a:gd name="connsiteY3" fmla="*/ 1626920 h 2278340"/>
                                  <a:gd name="connsiteX4" fmla="*/ 4310 w 926251"/>
                                  <a:gd name="connsiteY4" fmla="*/ 2278340 h 227834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926251" h="2278340">
                                    <a:moveTo>
                                      <a:pt x="926251" y="0"/>
                                    </a:moveTo>
                                    <a:cubicBezTo>
                                      <a:pt x="860441" y="65809"/>
                                      <a:pt x="794632" y="131619"/>
                                      <a:pt x="718432" y="237507"/>
                                    </a:cubicBezTo>
                                    <a:cubicBezTo>
                                      <a:pt x="642232" y="343395"/>
                                      <a:pt x="577908" y="403761"/>
                                      <a:pt x="469051" y="635330"/>
                                    </a:cubicBezTo>
                                    <a:cubicBezTo>
                                      <a:pt x="360194" y="866899"/>
                                      <a:pt x="142747" y="1353085"/>
                                      <a:pt x="65290" y="1626920"/>
                                    </a:cubicBezTo>
                                    <a:cubicBezTo>
                                      <a:pt x="-12167" y="1900755"/>
                                      <a:pt x="-2122" y="2138310"/>
                                      <a:pt x="4310" y="2278340"/>
                                    </a:cubicBezTo>
                                  </a:path>
                                </a:pathLst>
                              </a:custGeom>
                              <a:noFill/>
                              <a:ln w="762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19BA51" id="Freeform 3" o:spid="_x0000_s1026" style="position:absolute;margin-left:127pt;margin-top:8.55pt;width:72.9pt;height:179.35pt;z-index:2516730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926251,2278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" path="m926251,c860441,65809,794632,131619,718432,237507,642232,343395,577908,403761,469051,635330,360194,866899,142747,1353085,65290,1626920,-12167,1900755,-2122,2138310,4310,2278340e" filled="f" strokecolor="red" strokeweight="6pt">
                      <v:stroke joinstyle="miter"/>
                      <v:path arrowok="t" o:connecttype="custom" o:connectlocs="925830,0;718105,237445;468838,635164;65260,1626495;4308,2277745" o:connectangles="0,0,0,0,0"/>
                    </v:shape>
                  </w:pict>
                </mc:Fallback>
              </mc:AlternateContent>
            </w:r>
            <w:r w:rsidR="00052BE4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47999" behindDoc="0" locked="0" layoutInCell="1" allowOverlap="1">
                      <wp:simplePos x="0" y="0"/>
                      <wp:positionH relativeFrom="column">
                        <wp:posOffset>3642369</wp:posOffset>
                      </wp:positionH>
                      <wp:positionV relativeFrom="paragraph">
                        <wp:posOffset>121646</wp:posOffset>
                      </wp:positionV>
                      <wp:extent cx="948690" cy="1945005"/>
                      <wp:effectExtent l="38100" t="38100" r="41910" b="17145"/>
                      <wp:wrapNone/>
                      <wp:docPr id="157" name="Freeform 1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48690" cy="1945005"/>
                              </a:xfrm>
                              <a:custGeom>
                                <a:avLst/>
                                <a:gdLst>
                                  <a:gd name="connsiteX0" fmla="*/ 0 w 715052"/>
                                  <a:gd name="connsiteY0" fmla="*/ 0 h 1174419"/>
                                  <a:gd name="connsiteX1" fmla="*/ 294688 w 715052"/>
                                  <a:gd name="connsiteY1" fmla="*/ 320690 h 1174419"/>
                                  <a:gd name="connsiteX2" fmla="*/ 515704 w 715052"/>
                                  <a:gd name="connsiteY2" fmla="*/ 728053 h 1174419"/>
                                  <a:gd name="connsiteX3" fmla="*/ 715052 w 715052"/>
                                  <a:gd name="connsiteY3" fmla="*/ 1174419 h 1174419"/>
                                  <a:gd name="connsiteX0" fmla="*/ 0 w 949083"/>
                                  <a:gd name="connsiteY0" fmla="*/ 0 h 1946009"/>
                                  <a:gd name="connsiteX1" fmla="*/ 294688 w 949083"/>
                                  <a:gd name="connsiteY1" fmla="*/ 320690 h 1946009"/>
                                  <a:gd name="connsiteX2" fmla="*/ 515704 w 949083"/>
                                  <a:gd name="connsiteY2" fmla="*/ 728053 h 1946009"/>
                                  <a:gd name="connsiteX3" fmla="*/ 949083 w 949083"/>
                                  <a:gd name="connsiteY3" fmla="*/ 1946009 h 1946009"/>
                                  <a:gd name="connsiteX0" fmla="*/ 0 w 949083"/>
                                  <a:gd name="connsiteY0" fmla="*/ 0 h 1946009"/>
                                  <a:gd name="connsiteX1" fmla="*/ 294688 w 949083"/>
                                  <a:gd name="connsiteY1" fmla="*/ 320690 h 1946009"/>
                                  <a:gd name="connsiteX2" fmla="*/ 515704 w 949083"/>
                                  <a:gd name="connsiteY2" fmla="*/ 728053 h 1946009"/>
                                  <a:gd name="connsiteX3" fmla="*/ 732690 w 949083"/>
                                  <a:gd name="connsiteY3" fmla="*/ 1205377 h 1946009"/>
                                  <a:gd name="connsiteX4" fmla="*/ 949083 w 949083"/>
                                  <a:gd name="connsiteY4" fmla="*/ 1946009 h 1946009"/>
                                  <a:gd name="connsiteX0" fmla="*/ 0 w 949083"/>
                                  <a:gd name="connsiteY0" fmla="*/ 0 h 1946009"/>
                                  <a:gd name="connsiteX1" fmla="*/ 294688 w 949083"/>
                                  <a:gd name="connsiteY1" fmla="*/ 320690 h 1946009"/>
                                  <a:gd name="connsiteX2" fmla="*/ 515704 w 949083"/>
                                  <a:gd name="connsiteY2" fmla="*/ 728053 h 1946009"/>
                                  <a:gd name="connsiteX3" fmla="*/ 732690 w 949083"/>
                                  <a:gd name="connsiteY3" fmla="*/ 1205377 h 1946009"/>
                                  <a:gd name="connsiteX4" fmla="*/ 888766 w 949083"/>
                                  <a:gd name="connsiteY4" fmla="*/ 1625958 h 1946009"/>
                                  <a:gd name="connsiteX5" fmla="*/ 949083 w 949083"/>
                                  <a:gd name="connsiteY5" fmla="*/ 1946009 h 194600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949083" h="1946009">
                                    <a:moveTo>
                                      <a:pt x="0" y="0"/>
                                    </a:moveTo>
                                    <a:cubicBezTo>
                                      <a:pt x="104368" y="99674"/>
                                      <a:pt x="208737" y="199348"/>
                                      <a:pt x="294688" y="320690"/>
                                    </a:cubicBezTo>
                                    <a:cubicBezTo>
                                      <a:pt x="380639" y="442032"/>
                                      <a:pt x="442704" y="580605"/>
                                      <a:pt x="515704" y="728053"/>
                                    </a:cubicBezTo>
                                    <a:cubicBezTo>
                                      <a:pt x="588704" y="875501"/>
                                      <a:pt x="677016" y="1064398"/>
                                      <a:pt x="732690" y="1205377"/>
                                    </a:cubicBezTo>
                                    <a:cubicBezTo>
                                      <a:pt x="788364" y="1346356"/>
                                      <a:pt x="852701" y="1502519"/>
                                      <a:pt x="888766" y="1625958"/>
                                    </a:cubicBezTo>
                                    <a:cubicBezTo>
                                      <a:pt x="924832" y="1749397"/>
                                      <a:pt x="932527" y="1883995"/>
                                      <a:pt x="949083" y="1946009"/>
                                    </a:cubicBezTo>
                                  </a:path>
                                </a:pathLst>
                              </a:custGeom>
                              <a:noFill/>
                              <a:ln w="762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D563B4" id="Freeform 157" o:spid="_x0000_s1026" style="position:absolute;margin-left:286.8pt;margin-top:9.6pt;width:74.7pt;height:153.15pt;z-index:2516479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49083,19460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" path="m,c104368,99674,208737,199348,294688,320690v85951,121342,148016,259915,221016,407363c588704,875501,677016,1064398,732690,1205377v55674,140979,120011,297142,156076,420581c924832,1749397,932527,1883995,949083,1946009e" filled="f" strokecolor="red" strokeweight="6pt">
                      <v:stroke joinstyle="miter"/>
                      <v:path arrowok="t" o:connecttype="custom" o:connectlocs="0,0;294566,320525;515490,727677;732387,1204755;888398,1625119;948690,1945005" o:connectangles="0,0,0,0,0,0"/>
                    </v:shape>
                  </w:pict>
                </mc:Fallback>
              </mc:AlternateContent>
            </w:r>
            <w:r w:rsidR="00052BE4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4035425</wp:posOffset>
                      </wp:positionH>
                      <wp:positionV relativeFrom="paragraph">
                        <wp:posOffset>514239</wp:posOffset>
                      </wp:positionV>
                      <wp:extent cx="429031" cy="940402"/>
                      <wp:effectExtent l="38100" t="38100" r="66675" b="50800"/>
                      <wp:wrapNone/>
                      <wp:docPr id="159" name="Freeform 1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9031" cy="940402"/>
                              </a:xfrm>
                              <a:custGeom>
                                <a:avLst/>
                                <a:gdLst>
                                  <a:gd name="connsiteX0" fmla="*/ 0 w 429031"/>
                                  <a:gd name="connsiteY0" fmla="*/ 0 h 940402"/>
                                  <a:gd name="connsiteX1" fmla="*/ 82339 w 429031"/>
                                  <a:gd name="connsiteY1" fmla="*/ 199347 h 940402"/>
                                  <a:gd name="connsiteX2" fmla="*/ 186347 w 429031"/>
                                  <a:gd name="connsiteY2" fmla="*/ 411696 h 940402"/>
                                  <a:gd name="connsiteX3" fmla="*/ 429031 w 429031"/>
                                  <a:gd name="connsiteY3" fmla="*/ 940402 h 940402"/>
                                  <a:gd name="connsiteX4" fmla="*/ 182013 w 429031"/>
                                  <a:gd name="connsiteY4" fmla="*/ 325023 h 940402"/>
                                  <a:gd name="connsiteX5" fmla="*/ 82339 w 429031"/>
                                  <a:gd name="connsiteY5" fmla="*/ 104007 h 940402"/>
                                  <a:gd name="connsiteX6" fmla="*/ 0 w 429031"/>
                                  <a:gd name="connsiteY6" fmla="*/ 0 h 94040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429031" h="940402">
                                    <a:moveTo>
                                      <a:pt x="0" y="0"/>
                                    </a:moveTo>
                                    <a:lnTo>
                                      <a:pt x="82339" y="199347"/>
                                    </a:lnTo>
                                    <a:lnTo>
                                      <a:pt x="186347" y="411696"/>
                                    </a:lnTo>
                                    <a:lnTo>
                                      <a:pt x="429031" y="940402"/>
                                    </a:lnTo>
                                    <a:lnTo>
                                      <a:pt x="182013" y="325023"/>
                                    </a:lnTo>
                                    <a:lnTo>
                                      <a:pt x="82339" y="104007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C728AD" id="Freeform 159" o:spid="_x0000_s1026" style="position:absolute;margin-left:317.75pt;margin-top:40.5pt;width:33.8pt;height:74.05pt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9031,9404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" path="m,l82339,199347,186347,411696,429031,940402,182013,325023,82339,104007,,xe" fillcolor="black [3213]" strokecolor="black [3213]" strokeweight="1pt">
                      <v:stroke joinstyle="miter"/>
                      <v:path arrowok="t" o:connecttype="custom" o:connectlocs="0,0;82339,199347;186347,411696;429031,940402;182013,325023;82339,104007;0,0" o:connectangles="0,0,0,0,0,0,0"/>
                    </v:shape>
                  </w:pict>
                </mc:Fallback>
              </mc:AlternateContent>
            </w:r>
            <w:r w:rsidR="00052BE4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3329940</wp:posOffset>
                      </wp:positionH>
                      <wp:positionV relativeFrom="paragraph">
                        <wp:posOffset>38735</wp:posOffset>
                      </wp:positionV>
                      <wp:extent cx="1804035" cy="4911725"/>
                      <wp:effectExtent l="0" t="0" r="24765" b="22225"/>
                      <wp:wrapNone/>
                      <wp:docPr id="21" name="Group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4035" cy="4911725"/>
                                <a:chOff x="6972" y="3331"/>
                                <a:chExt cx="2841" cy="7735"/>
                              </a:xfrm>
                            </wpg:grpSpPr>
                            <wps:wsp>
                              <wps:cNvPr id="22" name="Freeform 2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900" y="9582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72" y="4608"/>
                                  <a:ext cx="420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14" y="6550"/>
                                  <a:ext cx="442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60" y="7302"/>
                                  <a:ext cx="967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2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36" y="7046"/>
                                  <a:ext cx="965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2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07" y="4234"/>
                                  <a:ext cx="1074" cy="5656"/>
                                </a:xfrm>
                                <a:custGeom>
                                  <a:avLst/>
                                  <a:gdLst>
                                    <a:gd name="T0" fmla="*/ 275 w 1074"/>
                                    <a:gd name="T1" fmla="*/ 290 h 5656"/>
                                    <a:gd name="T2" fmla="*/ 233 w 1074"/>
                                    <a:gd name="T3" fmla="*/ 56 h 5656"/>
                                    <a:gd name="T4" fmla="*/ 509 w 1074"/>
                                    <a:gd name="T5" fmla="*/ 626 h 5656"/>
                                    <a:gd name="T6" fmla="*/ 893 w 1074"/>
                                    <a:gd name="T7" fmla="*/ 1568 h 5656"/>
                                    <a:gd name="T8" fmla="*/ 1037 w 1074"/>
                                    <a:gd name="T9" fmla="*/ 2054 h 5656"/>
                                    <a:gd name="T10" fmla="*/ 1067 w 1074"/>
                                    <a:gd name="T11" fmla="*/ 2636 h 5656"/>
                                    <a:gd name="T12" fmla="*/ 995 w 1074"/>
                                    <a:gd name="T13" fmla="*/ 2924 h 5656"/>
                                    <a:gd name="T14" fmla="*/ 778 w 1074"/>
                                    <a:gd name="T15" fmla="*/ 3249 h 5656"/>
                                    <a:gd name="T16" fmla="*/ 595 w 1074"/>
                                    <a:gd name="T17" fmla="*/ 3708 h 5656"/>
                                    <a:gd name="T18" fmla="*/ 439 w 1074"/>
                                    <a:gd name="T19" fmla="*/ 4375 h 5656"/>
                                    <a:gd name="T20" fmla="*/ 171 w 1074"/>
                                    <a:gd name="T21" fmla="*/ 5028 h 5656"/>
                                    <a:gd name="T22" fmla="*/ 39 w 1074"/>
                                    <a:gd name="T23" fmla="*/ 5352 h 5656"/>
                                    <a:gd name="T24" fmla="*/ 10 w 1074"/>
                                    <a:gd name="T25" fmla="*/ 5529 h 5656"/>
                                    <a:gd name="T26" fmla="*/ 99 w 1074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74" h="5656">
                                      <a:moveTo>
                                        <a:pt x="275" y="290"/>
                                      </a:moveTo>
                                      <a:cubicBezTo>
                                        <a:pt x="267" y="251"/>
                                        <a:pt x="194" y="0"/>
                                        <a:pt x="233" y="56"/>
                                      </a:cubicBezTo>
                                      <a:cubicBezTo>
                                        <a:pt x="272" y="112"/>
                                        <a:pt x="399" y="374"/>
                                        <a:pt x="509" y="626"/>
                                      </a:cubicBezTo>
                                      <a:cubicBezTo>
                                        <a:pt x="619" y="878"/>
                                        <a:pt x="805" y="1330"/>
                                        <a:pt x="893" y="1568"/>
                                      </a:cubicBezTo>
                                      <a:cubicBezTo>
                                        <a:pt x="981" y="1806"/>
                                        <a:pt x="1008" y="1876"/>
                                        <a:pt x="1037" y="2054"/>
                                      </a:cubicBezTo>
                                      <a:cubicBezTo>
                                        <a:pt x="1066" y="2232"/>
                                        <a:pt x="1074" y="2491"/>
                                        <a:pt x="1067" y="2636"/>
                                      </a:cubicBezTo>
                                      <a:cubicBezTo>
                                        <a:pt x="1060" y="2781"/>
                                        <a:pt x="1043" y="2822"/>
                                        <a:pt x="995" y="2924"/>
                                      </a:cubicBezTo>
                                      <a:cubicBezTo>
                                        <a:pt x="947" y="3026"/>
                                        <a:pt x="845" y="3118"/>
                                        <a:pt x="778" y="3249"/>
                                      </a:cubicBezTo>
                                      <a:cubicBezTo>
                                        <a:pt x="711" y="3380"/>
                                        <a:pt x="651" y="3520"/>
                                        <a:pt x="595" y="3708"/>
                                      </a:cubicBezTo>
                                      <a:cubicBezTo>
                                        <a:pt x="539" y="3896"/>
                                        <a:pt x="510" y="4155"/>
                                        <a:pt x="439" y="4375"/>
                                      </a:cubicBezTo>
                                      <a:cubicBezTo>
                                        <a:pt x="368" y="4595"/>
                                        <a:pt x="238" y="4865"/>
                                        <a:pt x="171" y="5028"/>
                                      </a:cubicBezTo>
                                      <a:cubicBezTo>
                                        <a:pt x="104" y="5191"/>
                                        <a:pt x="66" y="5269"/>
                                        <a:pt x="39" y="5352"/>
                                      </a:cubicBezTo>
                                      <a:cubicBezTo>
                                        <a:pt x="12" y="5435"/>
                                        <a:pt x="0" y="5478"/>
                                        <a:pt x="10" y="5529"/>
                                      </a:cubicBezTo>
                                      <a:cubicBezTo>
                                        <a:pt x="20" y="5580"/>
                                        <a:pt x="81" y="5630"/>
                                        <a:pt x="99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16" y="3498"/>
                                  <a:ext cx="552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2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218" y="3427"/>
                                  <a:ext cx="484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2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47" y="4157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2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92" y="6192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8" name="Freeform 2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27" y="6694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9" name="Freeform 29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20" y="3550"/>
                                  <a:ext cx="998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0" name="Freeform 2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00" y="3396"/>
                                  <a:ext cx="1673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1" name="Freeform 2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50" y="10742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2" name="Freeform 2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93" y="10181"/>
                                  <a:ext cx="567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3" name="Freeform 29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819" y="10873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4" name="Freeform 29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12" y="3331"/>
                                  <a:ext cx="2601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CF395F5" id="Group 282" o:spid="_x0000_s1026" style="position:absolute;margin-left:262.2pt;margin-top:3.05pt;width:142.05pt;height:386.75pt;z-index:251649536" coordorigin="6972,3331" coordsize="2841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">
                      <v:shape id="Freeform 283" o:spid="_x0000_s1027" style="position:absolute;left:7900;top:9582;width:134;height:256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284" o:spid="_x0000_s1028" style="position:absolute;left:6972;top:4608;width:420;height:416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" path="m,c26,70,52,140,120,204v68,64,178,122,288,180e" filled="f" strokecolor="gray" strokeweight="1pt">
                        <v:path arrowok="t" o:connecttype="custom" o:connectlocs="0,0;124,221;420,416" o:connectangles="0,0,0"/>
                      </v:shape>
                      <v:shape id="Freeform 285" o:spid="_x0000_s1029" style="position:absolute;left:8314;top:6550;width:442;height:646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8,302;398,206;314,170;194,2;254,182;218,314;14,614" o:connectangles="0,0,0,0,0,0,0,0,0"/>
                      </v:shape>
                      <v:shape id="Freeform 286" o:spid="_x0000_s1030" style="position:absolute;left:7860;top:7302;width:967;height:2543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2,1686;463,1288;588,724;744,282;950,8;847,330;775,594;682,983;564,1410;360,1861;216,2262" o:connectangles="0,0,0,0,0,0,0,0,0,0,0,0,0,0"/>
                      </v:shape>
                      <v:shape id="Freeform 287" o:spid="_x0000_s1031" style="position:absolute;left:8136;top:7046;width:965;height:2806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3,1676;497,1148;574,864;725,332;833,12;958,406;874,824;540,1522;290,2040;151,2376;120,2806" o:connectangles="0,0,0,0,0,0,0,0,0,0,0,0,0"/>
                      </v:shape>
                      <v:shape id="Freeform 288" o:spid="_x0000_s1032" style="position:absolute;left:7807;top:4234;width:1074;height:5656;visibility:visible;mso-wrap-style:square;v-text-anchor:top" coordsize="1074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" path="m275,290c267,251,194,,233,56v39,56,166,318,276,570c619,878,805,1330,893,1568v88,238,115,308,144,486c1066,2232,1074,2491,1067,2636v-7,145,-24,186,-72,288c947,3026,845,3118,778,3249v-67,131,-127,271,-183,459c539,3896,510,4155,439,4375v-71,220,-201,490,-268,653c104,5191,66,5269,39,5352,12,5435,,5478,10,5529v10,51,71,101,89,127e" filled="f" strokecolor="#333">
                        <v:path arrowok="t" o:connecttype="custom" o:connectlocs="275,290;233,56;509,626;893,1568;1037,2054;1067,2636;995,2924;778,3249;595,3708;439,4375;171,5028;39,5352;10,5529;99,5656" o:connectangles="0,0,0,0,0,0,0,0,0,0,0,0,0,0"/>
                      </v:shape>
                      <v:shape id="Freeform 289" o:spid="_x0000_s1033" style="position:absolute;left:7416;top:3498;width:552;height:1080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" path="m,c52,55,232,235,306,330v74,95,107,161,138,240c475,649,474,719,492,804v18,85,48,219,60,276e" filled="f" strokecolor="#333">
                        <v:path arrowok="t" o:connecttype="custom" o:connectlocs="0,0;306,330;444,570;492,804;552,1080" o:connectangles="0,0,0,0,0"/>
                      </v:shape>
                      <v:shape id="Freeform 290" o:spid="_x0000_s1034" style="position:absolute;left:8218;top:3427;width:484;height:595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0,581;405,497;309,367;252,228;223,137;184,106;21,5;60,75;177,223;321,415;470,581" o:connectangles="0,0,0,0,0,0,0,0,0,0,0"/>
                      </v:shape>
                      <v:shape id="Freeform 291" o:spid="_x0000_s1035" style="position:absolute;left:7247;top:4157;width:184;height:825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292" o:spid="_x0000_s1036" style="position:absolute;left:9592;top:6192;width:154;height:102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293" o:spid="_x0000_s1037" style="position:absolute;left:9227;top:6694;width:230;height:909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294" o:spid="_x0000_s1038" style="position:absolute;left:7320;top:3550;width:998;height:614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" path="m,614c29,524,57,436,144,350,231,264,381,158,523,100,665,42,899,21,998,e" filled="f">
                        <v:stroke dashstyle="1 1" endcap="round"/>
                        <v:path arrowok="t" o:connecttype="custom" o:connectlocs="0,614;144,350;523,100;998,0" o:connectangles="0,0,0,0"/>
                      </v:shape>
                      <v:shape id="Freeform 295" o:spid="_x0000_s1039" style="position:absolute;left:7500;top:3396;width:1673;height:6456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0,318;648,786;1008,1554;1332,2370;1482,2868;1524,3324;1542,3576;1668,4056;1572,4518;1182,5328;912,5880;840,6144;828,6456" o:connectangles="0,0,0,0,0,0,0,0,0,0,0,0,0,0"/>
                      </v:shape>
                      <v:shape id="Freeform 296" o:spid="_x0000_s1040" style="position:absolute;left:8650;top:10742;width:232;height:138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297" o:spid="_x0000_s1041" style="position:absolute;left:7593;top:10181;width:567;height:562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5,559;495,427;423,253;303,121;99,49;9,1;45,43;141,97;237,193;321,307;423,445;555,559" o:connectangles="0,0,0,0,0,0,0,0,0,0,0,0"/>
                      </v:shape>
                      <v:shape id="Freeform 298" o:spid="_x0000_s1042" style="position:absolute;left:8819;top:10873;width:99;height:52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299" o:spid="_x0000_s1043" style="position:absolute;left:7212;top:3331;width:2601;height:7735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0,2059;816,2525;1044,2801;1212,3149;1325,3425;1164,3684;914,4097;833,4462;799,4846;660,5441;554,5907;360,6209;168,6389;144,6581;312,6797;456,6917;576,7007;798,7301;938,7438;1092,7625;1284,7709;1428,7697;1512,7733;1692,7709;1758,7607;1644,7517;1534,7469;1428,7402;1320,7193;1224,6827;1164,6575;1248,6101;1476,5561;1800,4949;2112,4169;2256,3857;2508,3437;2598,3149;2526,2909;2376,2417;2191,1913;1908,1349;1596,845;1493,694;1452,533;1399,327;1366,0" o:connectangles="0,0,0,0,0,0,0,0,0,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="00052BE4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3993395</wp:posOffset>
                      </wp:positionH>
                      <wp:positionV relativeFrom="paragraph">
                        <wp:posOffset>633017</wp:posOffset>
                      </wp:positionV>
                      <wp:extent cx="412512" cy="914706"/>
                      <wp:effectExtent l="38100" t="38100" r="64135" b="57150"/>
                      <wp:wrapNone/>
                      <wp:docPr id="156" name="Freeform 1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2512" cy="914706"/>
                              </a:xfrm>
                              <a:custGeom>
                                <a:avLst/>
                                <a:gdLst>
                                  <a:gd name="connsiteX0" fmla="*/ 0 w 320634"/>
                                  <a:gd name="connsiteY0" fmla="*/ 0 h 700645"/>
                                  <a:gd name="connsiteX1" fmla="*/ 136566 w 320634"/>
                                  <a:gd name="connsiteY1" fmla="*/ 166255 h 700645"/>
                                  <a:gd name="connsiteX2" fmla="*/ 249382 w 320634"/>
                                  <a:gd name="connsiteY2" fmla="*/ 439387 h 700645"/>
                                  <a:gd name="connsiteX3" fmla="*/ 320634 w 320634"/>
                                  <a:gd name="connsiteY3" fmla="*/ 700645 h 700645"/>
                                  <a:gd name="connsiteX4" fmla="*/ 0 w 320634"/>
                                  <a:gd name="connsiteY4" fmla="*/ 0 h 700645"/>
                                  <a:gd name="connsiteX0" fmla="*/ 0 w 447193"/>
                                  <a:gd name="connsiteY0" fmla="*/ 0 h 958064"/>
                                  <a:gd name="connsiteX1" fmla="*/ 136566 w 447193"/>
                                  <a:gd name="connsiteY1" fmla="*/ 166255 h 958064"/>
                                  <a:gd name="connsiteX2" fmla="*/ 249382 w 447193"/>
                                  <a:gd name="connsiteY2" fmla="*/ 439387 h 958064"/>
                                  <a:gd name="connsiteX3" fmla="*/ 447193 w 447193"/>
                                  <a:gd name="connsiteY3" fmla="*/ 958064 h 958064"/>
                                  <a:gd name="connsiteX4" fmla="*/ 320634 w 447193"/>
                                  <a:gd name="connsiteY4" fmla="*/ 700645 h 958064"/>
                                  <a:gd name="connsiteX5" fmla="*/ 0 w 447193"/>
                                  <a:gd name="connsiteY5" fmla="*/ 0 h 958064"/>
                                  <a:gd name="connsiteX0" fmla="*/ 0 w 412512"/>
                                  <a:gd name="connsiteY0" fmla="*/ 0 h 914706"/>
                                  <a:gd name="connsiteX1" fmla="*/ 136566 w 412512"/>
                                  <a:gd name="connsiteY1" fmla="*/ 166255 h 914706"/>
                                  <a:gd name="connsiteX2" fmla="*/ 249382 w 412512"/>
                                  <a:gd name="connsiteY2" fmla="*/ 439387 h 914706"/>
                                  <a:gd name="connsiteX3" fmla="*/ 412512 w 412512"/>
                                  <a:gd name="connsiteY3" fmla="*/ 914706 h 914706"/>
                                  <a:gd name="connsiteX4" fmla="*/ 320634 w 412512"/>
                                  <a:gd name="connsiteY4" fmla="*/ 700645 h 914706"/>
                                  <a:gd name="connsiteX5" fmla="*/ 0 w 412512"/>
                                  <a:gd name="connsiteY5" fmla="*/ 0 h 914706"/>
                                  <a:gd name="connsiteX0" fmla="*/ 0 w 412512"/>
                                  <a:gd name="connsiteY0" fmla="*/ 0 h 914706"/>
                                  <a:gd name="connsiteX1" fmla="*/ 171269 w 412512"/>
                                  <a:gd name="connsiteY1" fmla="*/ 252957 h 914706"/>
                                  <a:gd name="connsiteX2" fmla="*/ 249382 w 412512"/>
                                  <a:gd name="connsiteY2" fmla="*/ 439387 h 914706"/>
                                  <a:gd name="connsiteX3" fmla="*/ 412512 w 412512"/>
                                  <a:gd name="connsiteY3" fmla="*/ 914706 h 914706"/>
                                  <a:gd name="connsiteX4" fmla="*/ 320634 w 412512"/>
                                  <a:gd name="connsiteY4" fmla="*/ 700645 h 914706"/>
                                  <a:gd name="connsiteX5" fmla="*/ 0 w 412512"/>
                                  <a:gd name="connsiteY5" fmla="*/ 0 h 9147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412512" h="914706">
                                    <a:moveTo>
                                      <a:pt x="0" y="0"/>
                                    </a:moveTo>
                                    <a:lnTo>
                                      <a:pt x="171269" y="252957"/>
                                    </a:lnTo>
                                    <a:lnTo>
                                      <a:pt x="249382" y="439387"/>
                                    </a:lnTo>
                                    <a:cubicBezTo>
                                      <a:pt x="260325" y="473555"/>
                                      <a:pt x="401569" y="880538"/>
                                      <a:pt x="412512" y="914706"/>
                                    </a:cubicBezTo>
                                    <a:lnTo>
                                      <a:pt x="320634" y="70064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9175D4" id="Freeform 156" o:spid="_x0000_s1026" style="position:absolute;margin-left:314.45pt;margin-top:49.85pt;width:32.5pt;height:1in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12512,9147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" path="m,l171269,252957r78113,186430c260325,473555,401569,880538,412512,914706l320634,700645,,xe" fillcolor="black [3213]" strokecolor="black [3213]" strokeweight="1pt">
                      <v:stroke joinstyle="miter"/>
                      <v:path arrowok="t" o:connecttype="custom" o:connectlocs="0,0;171269,252957;249382,439387;412512,914706;320634,700645;0,0" o:connectangles="0,0,0,0,0,0"/>
                    </v:shape>
                  </w:pict>
                </mc:Fallback>
              </mc:AlternateContent>
            </w:r>
            <w:r w:rsidR="00052BE4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1181323</wp:posOffset>
                      </wp:positionH>
                      <wp:positionV relativeFrom="paragraph">
                        <wp:posOffset>392430</wp:posOffset>
                      </wp:positionV>
                      <wp:extent cx="1206500" cy="2257425"/>
                      <wp:effectExtent l="0" t="0" r="12700" b="28575"/>
                      <wp:wrapNone/>
                      <wp:docPr id="4" name="Freeform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06500" cy="2257425"/>
                              </a:xfrm>
                              <a:custGeom>
                                <a:avLst/>
                                <a:gdLst>
                                  <a:gd name="connsiteX0" fmla="*/ 1274267 w 1323140"/>
                                  <a:gd name="connsiteY0" fmla="*/ 0 h 2259568"/>
                                  <a:gd name="connsiteX1" fmla="*/ 1321768 w 1323140"/>
                                  <a:gd name="connsiteY1" fmla="*/ 255319 h 2259568"/>
                                  <a:gd name="connsiteX2" fmla="*/ 1226766 w 1323140"/>
                                  <a:gd name="connsiteY2" fmla="*/ 374072 h 2259568"/>
                                  <a:gd name="connsiteX3" fmla="*/ 1042698 w 1323140"/>
                                  <a:gd name="connsiteY3" fmla="*/ 635329 h 2259568"/>
                                  <a:gd name="connsiteX4" fmla="*/ 686439 w 1323140"/>
                                  <a:gd name="connsiteY4" fmla="*/ 748145 h 2259568"/>
                                  <a:gd name="connsiteX5" fmla="*/ 508309 w 1323140"/>
                                  <a:gd name="connsiteY5" fmla="*/ 1009402 h 2259568"/>
                                  <a:gd name="connsiteX6" fmla="*/ 294553 w 1323140"/>
                                  <a:gd name="connsiteY6" fmla="*/ 1157844 h 2259568"/>
                                  <a:gd name="connsiteX7" fmla="*/ 175800 w 1323140"/>
                                  <a:gd name="connsiteY7" fmla="*/ 1359724 h 2259568"/>
                                  <a:gd name="connsiteX8" fmla="*/ 51109 w 1323140"/>
                                  <a:gd name="connsiteY8" fmla="*/ 1472540 h 2259568"/>
                                  <a:gd name="connsiteX9" fmla="*/ 9545 w 1323140"/>
                                  <a:gd name="connsiteY9" fmla="*/ 1692233 h 2259568"/>
                                  <a:gd name="connsiteX10" fmla="*/ 223301 w 1323140"/>
                                  <a:gd name="connsiteY10" fmla="*/ 1917864 h 2259568"/>
                                  <a:gd name="connsiteX11" fmla="*/ 270802 w 1323140"/>
                                  <a:gd name="connsiteY11" fmla="*/ 2054431 h 2259568"/>
                                  <a:gd name="connsiteX12" fmla="*/ 395493 w 1323140"/>
                                  <a:gd name="connsiteY12" fmla="*/ 2078181 h 2259568"/>
                                  <a:gd name="connsiteX13" fmla="*/ 496433 w 1323140"/>
                                  <a:gd name="connsiteY13" fmla="*/ 2250374 h 2259568"/>
                                  <a:gd name="connsiteX14" fmla="*/ 728002 w 1323140"/>
                                  <a:gd name="connsiteY14" fmla="*/ 2220685 h 2259568"/>
                                  <a:gd name="connsiteX0" fmla="*/ 1274267 w 1323140"/>
                                  <a:gd name="connsiteY0" fmla="*/ 0 h 2259568"/>
                                  <a:gd name="connsiteX1" fmla="*/ 1321768 w 1323140"/>
                                  <a:gd name="connsiteY1" fmla="*/ 255319 h 2259568"/>
                                  <a:gd name="connsiteX2" fmla="*/ 1226766 w 1323140"/>
                                  <a:gd name="connsiteY2" fmla="*/ 374072 h 2259568"/>
                                  <a:gd name="connsiteX3" fmla="*/ 1042698 w 1323140"/>
                                  <a:gd name="connsiteY3" fmla="*/ 635329 h 2259568"/>
                                  <a:gd name="connsiteX4" fmla="*/ 686439 w 1323140"/>
                                  <a:gd name="connsiteY4" fmla="*/ 748145 h 2259568"/>
                                  <a:gd name="connsiteX5" fmla="*/ 294553 w 1323140"/>
                                  <a:gd name="connsiteY5" fmla="*/ 1157844 h 2259568"/>
                                  <a:gd name="connsiteX6" fmla="*/ 175800 w 1323140"/>
                                  <a:gd name="connsiteY6" fmla="*/ 1359724 h 2259568"/>
                                  <a:gd name="connsiteX7" fmla="*/ 51109 w 1323140"/>
                                  <a:gd name="connsiteY7" fmla="*/ 1472540 h 2259568"/>
                                  <a:gd name="connsiteX8" fmla="*/ 9545 w 1323140"/>
                                  <a:gd name="connsiteY8" fmla="*/ 1692233 h 2259568"/>
                                  <a:gd name="connsiteX9" fmla="*/ 223301 w 1323140"/>
                                  <a:gd name="connsiteY9" fmla="*/ 1917864 h 2259568"/>
                                  <a:gd name="connsiteX10" fmla="*/ 270802 w 1323140"/>
                                  <a:gd name="connsiteY10" fmla="*/ 2054431 h 2259568"/>
                                  <a:gd name="connsiteX11" fmla="*/ 395493 w 1323140"/>
                                  <a:gd name="connsiteY11" fmla="*/ 2078181 h 2259568"/>
                                  <a:gd name="connsiteX12" fmla="*/ 496433 w 1323140"/>
                                  <a:gd name="connsiteY12" fmla="*/ 2250374 h 2259568"/>
                                  <a:gd name="connsiteX13" fmla="*/ 728002 w 1323140"/>
                                  <a:gd name="connsiteY13" fmla="*/ 2220685 h 2259568"/>
                                  <a:gd name="connsiteX0" fmla="*/ 1265077 w 1313950"/>
                                  <a:gd name="connsiteY0" fmla="*/ 0 h 2259568"/>
                                  <a:gd name="connsiteX1" fmla="*/ 1312578 w 1313950"/>
                                  <a:gd name="connsiteY1" fmla="*/ 255319 h 2259568"/>
                                  <a:gd name="connsiteX2" fmla="*/ 1217576 w 1313950"/>
                                  <a:gd name="connsiteY2" fmla="*/ 374072 h 2259568"/>
                                  <a:gd name="connsiteX3" fmla="*/ 1033508 w 1313950"/>
                                  <a:gd name="connsiteY3" fmla="*/ 635329 h 2259568"/>
                                  <a:gd name="connsiteX4" fmla="*/ 677249 w 1313950"/>
                                  <a:gd name="connsiteY4" fmla="*/ 748145 h 2259568"/>
                                  <a:gd name="connsiteX5" fmla="*/ 285363 w 1313950"/>
                                  <a:gd name="connsiteY5" fmla="*/ 1157844 h 2259568"/>
                                  <a:gd name="connsiteX6" fmla="*/ 166610 w 1313950"/>
                                  <a:gd name="connsiteY6" fmla="*/ 1359724 h 2259568"/>
                                  <a:gd name="connsiteX7" fmla="*/ 355 w 1313950"/>
                                  <a:gd name="connsiteY7" fmla="*/ 1692233 h 2259568"/>
                                  <a:gd name="connsiteX8" fmla="*/ 214111 w 1313950"/>
                                  <a:gd name="connsiteY8" fmla="*/ 1917864 h 2259568"/>
                                  <a:gd name="connsiteX9" fmla="*/ 261612 w 1313950"/>
                                  <a:gd name="connsiteY9" fmla="*/ 2054431 h 2259568"/>
                                  <a:gd name="connsiteX10" fmla="*/ 386303 w 1313950"/>
                                  <a:gd name="connsiteY10" fmla="*/ 2078181 h 2259568"/>
                                  <a:gd name="connsiteX11" fmla="*/ 487243 w 1313950"/>
                                  <a:gd name="connsiteY11" fmla="*/ 2250374 h 2259568"/>
                                  <a:gd name="connsiteX12" fmla="*/ 718812 w 1313950"/>
                                  <a:gd name="connsiteY12" fmla="*/ 2220685 h 2259568"/>
                                  <a:gd name="connsiteX0" fmla="*/ 1211811 w 1260684"/>
                                  <a:gd name="connsiteY0" fmla="*/ 0 h 2259568"/>
                                  <a:gd name="connsiteX1" fmla="*/ 1259312 w 1260684"/>
                                  <a:gd name="connsiteY1" fmla="*/ 255319 h 2259568"/>
                                  <a:gd name="connsiteX2" fmla="*/ 1164310 w 1260684"/>
                                  <a:gd name="connsiteY2" fmla="*/ 374072 h 2259568"/>
                                  <a:gd name="connsiteX3" fmla="*/ 980242 w 1260684"/>
                                  <a:gd name="connsiteY3" fmla="*/ 635329 h 2259568"/>
                                  <a:gd name="connsiteX4" fmla="*/ 623983 w 1260684"/>
                                  <a:gd name="connsiteY4" fmla="*/ 748145 h 2259568"/>
                                  <a:gd name="connsiteX5" fmla="*/ 232097 w 1260684"/>
                                  <a:gd name="connsiteY5" fmla="*/ 1157844 h 2259568"/>
                                  <a:gd name="connsiteX6" fmla="*/ 113344 w 1260684"/>
                                  <a:gd name="connsiteY6" fmla="*/ 1359724 h 2259568"/>
                                  <a:gd name="connsiteX7" fmla="*/ 534 w 1260684"/>
                                  <a:gd name="connsiteY7" fmla="*/ 1674418 h 2259568"/>
                                  <a:gd name="connsiteX8" fmla="*/ 160845 w 1260684"/>
                                  <a:gd name="connsiteY8" fmla="*/ 1917864 h 2259568"/>
                                  <a:gd name="connsiteX9" fmla="*/ 208346 w 1260684"/>
                                  <a:gd name="connsiteY9" fmla="*/ 2054431 h 2259568"/>
                                  <a:gd name="connsiteX10" fmla="*/ 333037 w 1260684"/>
                                  <a:gd name="connsiteY10" fmla="*/ 2078181 h 2259568"/>
                                  <a:gd name="connsiteX11" fmla="*/ 433977 w 1260684"/>
                                  <a:gd name="connsiteY11" fmla="*/ 2250374 h 2259568"/>
                                  <a:gd name="connsiteX12" fmla="*/ 665546 w 1260684"/>
                                  <a:gd name="connsiteY12" fmla="*/ 2220685 h 2259568"/>
                                  <a:gd name="connsiteX0" fmla="*/ 1211811 w 1260684"/>
                                  <a:gd name="connsiteY0" fmla="*/ 0 h 2259568"/>
                                  <a:gd name="connsiteX1" fmla="*/ 1259312 w 1260684"/>
                                  <a:gd name="connsiteY1" fmla="*/ 255319 h 2259568"/>
                                  <a:gd name="connsiteX2" fmla="*/ 1164310 w 1260684"/>
                                  <a:gd name="connsiteY2" fmla="*/ 374072 h 2259568"/>
                                  <a:gd name="connsiteX3" fmla="*/ 980242 w 1260684"/>
                                  <a:gd name="connsiteY3" fmla="*/ 635329 h 2259568"/>
                                  <a:gd name="connsiteX4" fmla="*/ 623983 w 1260684"/>
                                  <a:gd name="connsiteY4" fmla="*/ 748145 h 2259568"/>
                                  <a:gd name="connsiteX5" fmla="*/ 232097 w 1260684"/>
                                  <a:gd name="connsiteY5" fmla="*/ 1157844 h 2259568"/>
                                  <a:gd name="connsiteX6" fmla="*/ 113344 w 1260684"/>
                                  <a:gd name="connsiteY6" fmla="*/ 1359724 h 2259568"/>
                                  <a:gd name="connsiteX7" fmla="*/ 534 w 1260684"/>
                                  <a:gd name="connsiteY7" fmla="*/ 1674418 h 2259568"/>
                                  <a:gd name="connsiteX8" fmla="*/ 160845 w 1260684"/>
                                  <a:gd name="connsiteY8" fmla="*/ 1917864 h 2259568"/>
                                  <a:gd name="connsiteX9" fmla="*/ 208346 w 1260684"/>
                                  <a:gd name="connsiteY9" fmla="*/ 2054431 h 2259568"/>
                                  <a:gd name="connsiteX10" fmla="*/ 433977 w 1260684"/>
                                  <a:gd name="connsiteY10" fmla="*/ 2250374 h 2259568"/>
                                  <a:gd name="connsiteX11" fmla="*/ 665546 w 1260684"/>
                                  <a:gd name="connsiteY11" fmla="*/ 2220685 h 2259568"/>
                                  <a:gd name="connsiteX0" fmla="*/ 1213124 w 1261997"/>
                                  <a:gd name="connsiteY0" fmla="*/ 0 h 2259568"/>
                                  <a:gd name="connsiteX1" fmla="*/ 1260625 w 1261997"/>
                                  <a:gd name="connsiteY1" fmla="*/ 255319 h 2259568"/>
                                  <a:gd name="connsiteX2" fmla="*/ 1165623 w 1261997"/>
                                  <a:gd name="connsiteY2" fmla="*/ 374072 h 2259568"/>
                                  <a:gd name="connsiteX3" fmla="*/ 981555 w 1261997"/>
                                  <a:gd name="connsiteY3" fmla="*/ 635329 h 2259568"/>
                                  <a:gd name="connsiteX4" fmla="*/ 625296 w 1261997"/>
                                  <a:gd name="connsiteY4" fmla="*/ 748145 h 2259568"/>
                                  <a:gd name="connsiteX5" fmla="*/ 233410 w 1261997"/>
                                  <a:gd name="connsiteY5" fmla="*/ 1157844 h 2259568"/>
                                  <a:gd name="connsiteX6" fmla="*/ 114657 w 1261997"/>
                                  <a:gd name="connsiteY6" fmla="*/ 1359724 h 2259568"/>
                                  <a:gd name="connsiteX7" fmla="*/ 1847 w 1261997"/>
                                  <a:gd name="connsiteY7" fmla="*/ 1674418 h 2259568"/>
                                  <a:gd name="connsiteX8" fmla="*/ 209659 w 1261997"/>
                                  <a:gd name="connsiteY8" fmla="*/ 2054431 h 2259568"/>
                                  <a:gd name="connsiteX9" fmla="*/ 435290 w 1261997"/>
                                  <a:gd name="connsiteY9" fmla="*/ 2250374 h 2259568"/>
                                  <a:gd name="connsiteX10" fmla="*/ 666859 w 1261997"/>
                                  <a:gd name="connsiteY10" fmla="*/ 2220685 h 2259568"/>
                                  <a:gd name="connsiteX0" fmla="*/ 1213124 w 1261997"/>
                                  <a:gd name="connsiteY0" fmla="*/ 0 h 2259568"/>
                                  <a:gd name="connsiteX1" fmla="*/ 1260625 w 1261997"/>
                                  <a:gd name="connsiteY1" fmla="*/ 255319 h 2259568"/>
                                  <a:gd name="connsiteX2" fmla="*/ 1165623 w 1261997"/>
                                  <a:gd name="connsiteY2" fmla="*/ 374072 h 2259568"/>
                                  <a:gd name="connsiteX3" fmla="*/ 975617 w 1261997"/>
                                  <a:gd name="connsiteY3" fmla="*/ 546255 h 2259568"/>
                                  <a:gd name="connsiteX4" fmla="*/ 625296 w 1261997"/>
                                  <a:gd name="connsiteY4" fmla="*/ 748145 h 2259568"/>
                                  <a:gd name="connsiteX5" fmla="*/ 233410 w 1261997"/>
                                  <a:gd name="connsiteY5" fmla="*/ 1157844 h 2259568"/>
                                  <a:gd name="connsiteX6" fmla="*/ 114657 w 1261997"/>
                                  <a:gd name="connsiteY6" fmla="*/ 1359724 h 2259568"/>
                                  <a:gd name="connsiteX7" fmla="*/ 1847 w 1261997"/>
                                  <a:gd name="connsiteY7" fmla="*/ 1674418 h 2259568"/>
                                  <a:gd name="connsiteX8" fmla="*/ 209659 w 1261997"/>
                                  <a:gd name="connsiteY8" fmla="*/ 2054431 h 2259568"/>
                                  <a:gd name="connsiteX9" fmla="*/ 435290 w 1261997"/>
                                  <a:gd name="connsiteY9" fmla="*/ 2250374 h 2259568"/>
                                  <a:gd name="connsiteX10" fmla="*/ 666859 w 1261997"/>
                                  <a:gd name="connsiteY10" fmla="*/ 2220685 h 2259568"/>
                                  <a:gd name="connsiteX0" fmla="*/ 1213124 w 1261997"/>
                                  <a:gd name="connsiteY0" fmla="*/ 0 h 2259568"/>
                                  <a:gd name="connsiteX1" fmla="*/ 1260625 w 1261997"/>
                                  <a:gd name="connsiteY1" fmla="*/ 255319 h 2259568"/>
                                  <a:gd name="connsiteX2" fmla="*/ 1165623 w 1261997"/>
                                  <a:gd name="connsiteY2" fmla="*/ 374072 h 2259568"/>
                                  <a:gd name="connsiteX3" fmla="*/ 1011250 w 1261997"/>
                                  <a:gd name="connsiteY3" fmla="*/ 605638 h 2259568"/>
                                  <a:gd name="connsiteX4" fmla="*/ 625296 w 1261997"/>
                                  <a:gd name="connsiteY4" fmla="*/ 748145 h 2259568"/>
                                  <a:gd name="connsiteX5" fmla="*/ 233410 w 1261997"/>
                                  <a:gd name="connsiteY5" fmla="*/ 1157844 h 2259568"/>
                                  <a:gd name="connsiteX6" fmla="*/ 114657 w 1261997"/>
                                  <a:gd name="connsiteY6" fmla="*/ 1359724 h 2259568"/>
                                  <a:gd name="connsiteX7" fmla="*/ 1847 w 1261997"/>
                                  <a:gd name="connsiteY7" fmla="*/ 1674418 h 2259568"/>
                                  <a:gd name="connsiteX8" fmla="*/ 209659 w 1261997"/>
                                  <a:gd name="connsiteY8" fmla="*/ 2054431 h 2259568"/>
                                  <a:gd name="connsiteX9" fmla="*/ 435290 w 1261997"/>
                                  <a:gd name="connsiteY9" fmla="*/ 2250374 h 2259568"/>
                                  <a:gd name="connsiteX10" fmla="*/ 666859 w 1261997"/>
                                  <a:gd name="connsiteY10" fmla="*/ 2220685 h 2259568"/>
                                  <a:gd name="connsiteX0" fmla="*/ 1213124 w 1261997"/>
                                  <a:gd name="connsiteY0" fmla="*/ 0 h 2259568"/>
                                  <a:gd name="connsiteX1" fmla="*/ 1260625 w 1261997"/>
                                  <a:gd name="connsiteY1" fmla="*/ 255319 h 2259568"/>
                                  <a:gd name="connsiteX2" fmla="*/ 1165623 w 1261997"/>
                                  <a:gd name="connsiteY2" fmla="*/ 374072 h 2259568"/>
                                  <a:gd name="connsiteX3" fmla="*/ 1011250 w 1261997"/>
                                  <a:gd name="connsiteY3" fmla="*/ 605638 h 2259568"/>
                                  <a:gd name="connsiteX4" fmla="*/ 760173 w 1261997"/>
                                  <a:gd name="connsiteY4" fmla="*/ 522569 h 2259568"/>
                                  <a:gd name="connsiteX5" fmla="*/ 625296 w 1261997"/>
                                  <a:gd name="connsiteY5" fmla="*/ 748145 h 2259568"/>
                                  <a:gd name="connsiteX6" fmla="*/ 233410 w 1261997"/>
                                  <a:gd name="connsiteY6" fmla="*/ 1157844 h 2259568"/>
                                  <a:gd name="connsiteX7" fmla="*/ 114657 w 1261997"/>
                                  <a:gd name="connsiteY7" fmla="*/ 1359724 h 2259568"/>
                                  <a:gd name="connsiteX8" fmla="*/ 1847 w 1261997"/>
                                  <a:gd name="connsiteY8" fmla="*/ 1674418 h 2259568"/>
                                  <a:gd name="connsiteX9" fmla="*/ 209659 w 1261997"/>
                                  <a:gd name="connsiteY9" fmla="*/ 2054431 h 2259568"/>
                                  <a:gd name="connsiteX10" fmla="*/ 435290 w 1261997"/>
                                  <a:gd name="connsiteY10" fmla="*/ 2250374 h 2259568"/>
                                  <a:gd name="connsiteX11" fmla="*/ 666859 w 1261997"/>
                                  <a:gd name="connsiteY11" fmla="*/ 2220685 h 2259568"/>
                                  <a:gd name="connsiteX0" fmla="*/ 1213124 w 1261997"/>
                                  <a:gd name="connsiteY0" fmla="*/ 0 h 2259568"/>
                                  <a:gd name="connsiteX1" fmla="*/ 1260625 w 1261997"/>
                                  <a:gd name="connsiteY1" fmla="*/ 255319 h 2259568"/>
                                  <a:gd name="connsiteX2" fmla="*/ 1165623 w 1261997"/>
                                  <a:gd name="connsiteY2" fmla="*/ 374072 h 2259568"/>
                                  <a:gd name="connsiteX3" fmla="*/ 1011250 w 1261997"/>
                                  <a:gd name="connsiteY3" fmla="*/ 605638 h 2259568"/>
                                  <a:gd name="connsiteX4" fmla="*/ 760173 w 1261997"/>
                                  <a:gd name="connsiteY4" fmla="*/ 522569 h 2259568"/>
                                  <a:gd name="connsiteX5" fmla="*/ 571846 w 1261997"/>
                                  <a:gd name="connsiteY5" fmla="*/ 736268 h 2259568"/>
                                  <a:gd name="connsiteX6" fmla="*/ 233410 w 1261997"/>
                                  <a:gd name="connsiteY6" fmla="*/ 1157844 h 2259568"/>
                                  <a:gd name="connsiteX7" fmla="*/ 114657 w 1261997"/>
                                  <a:gd name="connsiteY7" fmla="*/ 1359724 h 2259568"/>
                                  <a:gd name="connsiteX8" fmla="*/ 1847 w 1261997"/>
                                  <a:gd name="connsiteY8" fmla="*/ 1674418 h 2259568"/>
                                  <a:gd name="connsiteX9" fmla="*/ 209659 w 1261997"/>
                                  <a:gd name="connsiteY9" fmla="*/ 2054431 h 2259568"/>
                                  <a:gd name="connsiteX10" fmla="*/ 435290 w 1261997"/>
                                  <a:gd name="connsiteY10" fmla="*/ 2250374 h 2259568"/>
                                  <a:gd name="connsiteX11" fmla="*/ 666859 w 1261997"/>
                                  <a:gd name="connsiteY11" fmla="*/ 2220685 h 2259568"/>
                                  <a:gd name="connsiteX0" fmla="*/ 1213124 w 1261997"/>
                                  <a:gd name="connsiteY0" fmla="*/ 0 h 2259568"/>
                                  <a:gd name="connsiteX1" fmla="*/ 1260625 w 1261997"/>
                                  <a:gd name="connsiteY1" fmla="*/ 255319 h 2259568"/>
                                  <a:gd name="connsiteX2" fmla="*/ 1165623 w 1261997"/>
                                  <a:gd name="connsiteY2" fmla="*/ 374072 h 2259568"/>
                                  <a:gd name="connsiteX3" fmla="*/ 1011250 w 1261997"/>
                                  <a:gd name="connsiteY3" fmla="*/ 605638 h 2259568"/>
                                  <a:gd name="connsiteX4" fmla="*/ 760173 w 1261997"/>
                                  <a:gd name="connsiteY4" fmla="*/ 522569 h 2259568"/>
                                  <a:gd name="connsiteX5" fmla="*/ 571846 w 1261997"/>
                                  <a:gd name="connsiteY5" fmla="*/ 736268 h 2259568"/>
                                  <a:gd name="connsiteX6" fmla="*/ 233410 w 1261997"/>
                                  <a:gd name="connsiteY6" fmla="*/ 1157844 h 2259568"/>
                                  <a:gd name="connsiteX7" fmla="*/ 114657 w 1261997"/>
                                  <a:gd name="connsiteY7" fmla="*/ 1359724 h 2259568"/>
                                  <a:gd name="connsiteX8" fmla="*/ 1847 w 1261997"/>
                                  <a:gd name="connsiteY8" fmla="*/ 1674418 h 2259568"/>
                                  <a:gd name="connsiteX9" fmla="*/ 209659 w 1261997"/>
                                  <a:gd name="connsiteY9" fmla="*/ 2054431 h 2259568"/>
                                  <a:gd name="connsiteX10" fmla="*/ 435290 w 1261997"/>
                                  <a:gd name="connsiteY10" fmla="*/ 2250374 h 2259568"/>
                                  <a:gd name="connsiteX11" fmla="*/ 666859 w 1261997"/>
                                  <a:gd name="connsiteY11" fmla="*/ 2220685 h 2259568"/>
                                  <a:gd name="connsiteX0" fmla="*/ 1213273 w 1262146"/>
                                  <a:gd name="connsiteY0" fmla="*/ 0 h 2259568"/>
                                  <a:gd name="connsiteX1" fmla="*/ 1260774 w 1262146"/>
                                  <a:gd name="connsiteY1" fmla="*/ 255319 h 2259568"/>
                                  <a:gd name="connsiteX2" fmla="*/ 1165772 w 1262146"/>
                                  <a:gd name="connsiteY2" fmla="*/ 374072 h 2259568"/>
                                  <a:gd name="connsiteX3" fmla="*/ 1011399 w 1262146"/>
                                  <a:gd name="connsiteY3" fmla="*/ 605638 h 2259568"/>
                                  <a:gd name="connsiteX4" fmla="*/ 760322 w 1262146"/>
                                  <a:gd name="connsiteY4" fmla="*/ 522569 h 2259568"/>
                                  <a:gd name="connsiteX5" fmla="*/ 571995 w 1262146"/>
                                  <a:gd name="connsiteY5" fmla="*/ 736268 h 2259568"/>
                                  <a:gd name="connsiteX6" fmla="*/ 281069 w 1262146"/>
                                  <a:gd name="connsiteY6" fmla="*/ 1074707 h 2259568"/>
                                  <a:gd name="connsiteX7" fmla="*/ 114806 w 1262146"/>
                                  <a:gd name="connsiteY7" fmla="*/ 1359724 h 2259568"/>
                                  <a:gd name="connsiteX8" fmla="*/ 1996 w 1262146"/>
                                  <a:gd name="connsiteY8" fmla="*/ 1674418 h 2259568"/>
                                  <a:gd name="connsiteX9" fmla="*/ 209808 w 1262146"/>
                                  <a:gd name="connsiteY9" fmla="*/ 2054431 h 2259568"/>
                                  <a:gd name="connsiteX10" fmla="*/ 435439 w 1262146"/>
                                  <a:gd name="connsiteY10" fmla="*/ 2250374 h 2259568"/>
                                  <a:gd name="connsiteX11" fmla="*/ 667008 w 1262146"/>
                                  <a:gd name="connsiteY11" fmla="*/ 2220685 h 2259568"/>
                                  <a:gd name="connsiteX0" fmla="*/ 1213273 w 1262146"/>
                                  <a:gd name="connsiteY0" fmla="*/ 0 h 2259568"/>
                                  <a:gd name="connsiteX1" fmla="*/ 1260774 w 1262146"/>
                                  <a:gd name="connsiteY1" fmla="*/ 255319 h 2259568"/>
                                  <a:gd name="connsiteX2" fmla="*/ 1165772 w 1262146"/>
                                  <a:gd name="connsiteY2" fmla="*/ 374072 h 2259568"/>
                                  <a:gd name="connsiteX3" fmla="*/ 1011399 w 1262146"/>
                                  <a:gd name="connsiteY3" fmla="*/ 605638 h 2259568"/>
                                  <a:gd name="connsiteX4" fmla="*/ 760322 w 1262146"/>
                                  <a:gd name="connsiteY4" fmla="*/ 522569 h 2259568"/>
                                  <a:gd name="connsiteX5" fmla="*/ 571995 w 1262146"/>
                                  <a:gd name="connsiteY5" fmla="*/ 736268 h 2259568"/>
                                  <a:gd name="connsiteX6" fmla="*/ 281069 w 1262146"/>
                                  <a:gd name="connsiteY6" fmla="*/ 1074707 h 2259568"/>
                                  <a:gd name="connsiteX7" fmla="*/ 114806 w 1262146"/>
                                  <a:gd name="connsiteY7" fmla="*/ 1359724 h 2259568"/>
                                  <a:gd name="connsiteX8" fmla="*/ 1996 w 1262146"/>
                                  <a:gd name="connsiteY8" fmla="*/ 1674418 h 2259568"/>
                                  <a:gd name="connsiteX9" fmla="*/ 209808 w 1262146"/>
                                  <a:gd name="connsiteY9" fmla="*/ 2054431 h 2259568"/>
                                  <a:gd name="connsiteX10" fmla="*/ 435439 w 1262146"/>
                                  <a:gd name="connsiteY10" fmla="*/ 2250374 h 2259568"/>
                                  <a:gd name="connsiteX11" fmla="*/ 667008 w 1262146"/>
                                  <a:gd name="connsiteY11" fmla="*/ 2220685 h 2259568"/>
                                  <a:gd name="connsiteX0" fmla="*/ 1213273 w 1262146"/>
                                  <a:gd name="connsiteY0" fmla="*/ 0 h 2259568"/>
                                  <a:gd name="connsiteX1" fmla="*/ 1260774 w 1262146"/>
                                  <a:gd name="connsiteY1" fmla="*/ 255319 h 2259568"/>
                                  <a:gd name="connsiteX2" fmla="*/ 1165772 w 1262146"/>
                                  <a:gd name="connsiteY2" fmla="*/ 374072 h 2259568"/>
                                  <a:gd name="connsiteX3" fmla="*/ 1011399 w 1262146"/>
                                  <a:gd name="connsiteY3" fmla="*/ 605638 h 2259568"/>
                                  <a:gd name="connsiteX4" fmla="*/ 760322 w 1262146"/>
                                  <a:gd name="connsiteY4" fmla="*/ 522569 h 2259568"/>
                                  <a:gd name="connsiteX5" fmla="*/ 571995 w 1262146"/>
                                  <a:gd name="connsiteY5" fmla="*/ 736268 h 2259568"/>
                                  <a:gd name="connsiteX6" fmla="*/ 281069 w 1262146"/>
                                  <a:gd name="connsiteY6" fmla="*/ 1074707 h 2259568"/>
                                  <a:gd name="connsiteX7" fmla="*/ 114806 w 1262146"/>
                                  <a:gd name="connsiteY7" fmla="*/ 1359724 h 2259568"/>
                                  <a:gd name="connsiteX8" fmla="*/ 1996 w 1262146"/>
                                  <a:gd name="connsiteY8" fmla="*/ 1674418 h 2259568"/>
                                  <a:gd name="connsiteX9" fmla="*/ 209808 w 1262146"/>
                                  <a:gd name="connsiteY9" fmla="*/ 2054431 h 2259568"/>
                                  <a:gd name="connsiteX10" fmla="*/ 435439 w 1262146"/>
                                  <a:gd name="connsiteY10" fmla="*/ 2250374 h 2259568"/>
                                  <a:gd name="connsiteX11" fmla="*/ 667008 w 1262146"/>
                                  <a:gd name="connsiteY11" fmla="*/ 2220685 h 2259568"/>
                                  <a:gd name="connsiteX0" fmla="*/ 1240965 w 1289838"/>
                                  <a:gd name="connsiteY0" fmla="*/ 0 h 2259568"/>
                                  <a:gd name="connsiteX1" fmla="*/ 1288466 w 1289838"/>
                                  <a:gd name="connsiteY1" fmla="*/ 255319 h 2259568"/>
                                  <a:gd name="connsiteX2" fmla="*/ 1193464 w 1289838"/>
                                  <a:gd name="connsiteY2" fmla="*/ 374072 h 2259568"/>
                                  <a:gd name="connsiteX3" fmla="*/ 1039091 w 1289838"/>
                                  <a:gd name="connsiteY3" fmla="*/ 605638 h 2259568"/>
                                  <a:gd name="connsiteX4" fmla="*/ 788014 w 1289838"/>
                                  <a:gd name="connsiteY4" fmla="*/ 522569 h 2259568"/>
                                  <a:gd name="connsiteX5" fmla="*/ 599687 w 1289838"/>
                                  <a:gd name="connsiteY5" fmla="*/ 736268 h 2259568"/>
                                  <a:gd name="connsiteX6" fmla="*/ 308761 w 1289838"/>
                                  <a:gd name="connsiteY6" fmla="*/ 1074707 h 2259568"/>
                                  <a:gd name="connsiteX7" fmla="*/ 142498 w 1289838"/>
                                  <a:gd name="connsiteY7" fmla="*/ 1359724 h 2259568"/>
                                  <a:gd name="connsiteX8" fmla="*/ 29688 w 1289838"/>
                                  <a:gd name="connsiteY8" fmla="*/ 1674418 h 2259568"/>
                                  <a:gd name="connsiteX9" fmla="*/ 237500 w 1289838"/>
                                  <a:gd name="connsiteY9" fmla="*/ 2054431 h 2259568"/>
                                  <a:gd name="connsiteX10" fmla="*/ 463131 w 1289838"/>
                                  <a:gd name="connsiteY10" fmla="*/ 2250374 h 2259568"/>
                                  <a:gd name="connsiteX11" fmla="*/ 694700 w 1289838"/>
                                  <a:gd name="connsiteY11" fmla="*/ 2220685 h 2259568"/>
                                  <a:gd name="connsiteX0" fmla="*/ 1223179 w 1272052"/>
                                  <a:gd name="connsiteY0" fmla="*/ 0 h 2259568"/>
                                  <a:gd name="connsiteX1" fmla="*/ 1270680 w 1272052"/>
                                  <a:gd name="connsiteY1" fmla="*/ 255319 h 2259568"/>
                                  <a:gd name="connsiteX2" fmla="*/ 1175678 w 1272052"/>
                                  <a:gd name="connsiteY2" fmla="*/ 374072 h 2259568"/>
                                  <a:gd name="connsiteX3" fmla="*/ 1021305 w 1272052"/>
                                  <a:gd name="connsiteY3" fmla="*/ 605638 h 2259568"/>
                                  <a:gd name="connsiteX4" fmla="*/ 770228 w 1272052"/>
                                  <a:gd name="connsiteY4" fmla="*/ 522569 h 2259568"/>
                                  <a:gd name="connsiteX5" fmla="*/ 581901 w 1272052"/>
                                  <a:gd name="connsiteY5" fmla="*/ 736268 h 2259568"/>
                                  <a:gd name="connsiteX6" fmla="*/ 290975 w 1272052"/>
                                  <a:gd name="connsiteY6" fmla="*/ 1074707 h 2259568"/>
                                  <a:gd name="connsiteX7" fmla="*/ 124712 w 1272052"/>
                                  <a:gd name="connsiteY7" fmla="*/ 1359724 h 2259568"/>
                                  <a:gd name="connsiteX8" fmla="*/ 11902 w 1272052"/>
                                  <a:gd name="connsiteY8" fmla="*/ 1674418 h 2259568"/>
                                  <a:gd name="connsiteX9" fmla="*/ 219714 w 1272052"/>
                                  <a:gd name="connsiteY9" fmla="*/ 2054431 h 2259568"/>
                                  <a:gd name="connsiteX10" fmla="*/ 445345 w 1272052"/>
                                  <a:gd name="connsiteY10" fmla="*/ 2250374 h 2259568"/>
                                  <a:gd name="connsiteX11" fmla="*/ 676914 w 1272052"/>
                                  <a:gd name="connsiteY11" fmla="*/ 2220685 h 2259568"/>
                                  <a:gd name="connsiteX0" fmla="*/ 1161548 w 1210421"/>
                                  <a:gd name="connsiteY0" fmla="*/ 0 h 2259568"/>
                                  <a:gd name="connsiteX1" fmla="*/ 1209049 w 1210421"/>
                                  <a:gd name="connsiteY1" fmla="*/ 255319 h 2259568"/>
                                  <a:gd name="connsiteX2" fmla="*/ 1114047 w 1210421"/>
                                  <a:gd name="connsiteY2" fmla="*/ 374072 h 2259568"/>
                                  <a:gd name="connsiteX3" fmla="*/ 959674 w 1210421"/>
                                  <a:gd name="connsiteY3" fmla="*/ 605638 h 2259568"/>
                                  <a:gd name="connsiteX4" fmla="*/ 708597 w 1210421"/>
                                  <a:gd name="connsiteY4" fmla="*/ 522569 h 2259568"/>
                                  <a:gd name="connsiteX5" fmla="*/ 520270 w 1210421"/>
                                  <a:gd name="connsiteY5" fmla="*/ 736268 h 2259568"/>
                                  <a:gd name="connsiteX6" fmla="*/ 229344 w 1210421"/>
                                  <a:gd name="connsiteY6" fmla="*/ 1074707 h 2259568"/>
                                  <a:gd name="connsiteX7" fmla="*/ 63081 w 1210421"/>
                                  <a:gd name="connsiteY7" fmla="*/ 1359724 h 2259568"/>
                                  <a:gd name="connsiteX8" fmla="*/ 3717 w 1210421"/>
                                  <a:gd name="connsiteY8" fmla="*/ 1686295 h 2259568"/>
                                  <a:gd name="connsiteX9" fmla="*/ 158083 w 1210421"/>
                                  <a:gd name="connsiteY9" fmla="*/ 2054431 h 2259568"/>
                                  <a:gd name="connsiteX10" fmla="*/ 383714 w 1210421"/>
                                  <a:gd name="connsiteY10" fmla="*/ 2250374 h 2259568"/>
                                  <a:gd name="connsiteX11" fmla="*/ 615283 w 1210421"/>
                                  <a:gd name="connsiteY11" fmla="*/ 2220685 h 2259568"/>
                                  <a:gd name="connsiteX0" fmla="*/ 1160568 w 1209441"/>
                                  <a:gd name="connsiteY0" fmla="*/ 0 h 2257861"/>
                                  <a:gd name="connsiteX1" fmla="*/ 1208069 w 1209441"/>
                                  <a:gd name="connsiteY1" fmla="*/ 255319 h 2257861"/>
                                  <a:gd name="connsiteX2" fmla="*/ 1113067 w 1209441"/>
                                  <a:gd name="connsiteY2" fmla="*/ 374072 h 2257861"/>
                                  <a:gd name="connsiteX3" fmla="*/ 958694 w 1209441"/>
                                  <a:gd name="connsiteY3" fmla="*/ 605638 h 2257861"/>
                                  <a:gd name="connsiteX4" fmla="*/ 707617 w 1209441"/>
                                  <a:gd name="connsiteY4" fmla="*/ 522569 h 2257861"/>
                                  <a:gd name="connsiteX5" fmla="*/ 519290 w 1209441"/>
                                  <a:gd name="connsiteY5" fmla="*/ 736268 h 2257861"/>
                                  <a:gd name="connsiteX6" fmla="*/ 228364 w 1209441"/>
                                  <a:gd name="connsiteY6" fmla="*/ 1074707 h 2257861"/>
                                  <a:gd name="connsiteX7" fmla="*/ 62101 w 1209441"/>
                                  <a:gd name="connsiteY7" fmla="*/ 1359724 h 2257861"/>
                                  <a:gd name="connsiteX8" fmla="*/ 2737 w 1209441"/>
                                  <a:gd name="connsiteY8" fmla="*/ 1686295 h 2257861"/>
                                  <a:gd name="connsiteX9" fmla="*/ 139289 w 1209441"/>
                                  <a:gd name="connsiteY9" fmla="*/ 2101938 h 2257861"/>
                                  <a:gd name="connsiteX10" fmla="*/ 382734 w 1209441"/>
                                  <a:gd name="connsiteY10" fmla="*/ 2250374 h 2257861"/>
                                  <a:gd name="connsiteX11" fmla="*/ 614303 w 1209441"/>
                                  <a:gd name="connsiteY11" fmla="*/ 2220685 h 2257861"/>
                                  <a:gd name="connsiteX0" fmla="*/ 1158156 w 1207029"/>
                                  <a:gd name="connsiteY0" fmla="*/ 0 h 2257861"/>
                                  <a:gd name="connsiteX1" fmla="*/ 1205657 w 1207029"/>
                                  <a:gd name="connsiteY1" fmla="*/ 255319 h 2257861"/>
                                  <a:gd name="connsiteX2" fmla="*/ 1110655 w 1207029"/>
                                  <a:gd name="connsiteY2" fmla="*/ 374072 h 2257861"/>
                                  <a:gd name="connsiteX3" fmla="*/ 956282 w 1207029"/>
                                  <a:gd name="connsiteY3" fmla="*/ 605638 h 2257861"/>
                                  <a:gd name="connsiteX4" fmla="*/ 705205 w 1207029"/>
                                  <a:gd name="connsiteY4" fmla="*/ 522569 h 2257861"/>
                                  <a:gd name="connsiteX5" fmla="*/ 516878 w 1207029"/>
                                  <a:gd name="connsiteY5" fmla="*/ 736268 h 2257861"/>
                                  <a:gd name="connsiteX6" fmla="*/ 225952 w 1207029"/>
                                  <a:gd name="connsiteY6" fmla="*/ 1074707 h 2257861"/>
                                  <a:gd name="connsiteX7" fmla="*/ 59689 w 1207029"/>
                                  <a:gd name="connsiteY7" fmla="*/ 1359724 h 2257861"/>
                                  <a:gd name="connsiteX8" fmla="*/ 325 w 1207029"/>
                                  <a:gd name="connsiteY8" fmla="*/ 1686295 h 2257861"/>
                                  <a:gd name="connsiteX9" fmla="*/ 80743 w 1207029"/>
                                  <a:gd name="connsiteY9" fmla="*/ 1841031 h 2257861"/>
                                  <a:gd name="connsiteX10" fmla="*/ 136877 w 1207029"/>
                                  <a:gd name="connsiteY10" fmla="*/ 2101938 h 2257861"/>
                                  <a:gd name="connsiteX11" fmla="*/ 380322 w 1207029"/>
                                  <a:gd name="connsiteY11" fmla="*/ 2250374 h 2257861"/>
                                  <a:gd name="connsiteX12" fmla="*/ 611891 w 1207029"/>
                                  <a:gd name="connsiteY12" fmla="*/ 2220685 h 225786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207029" h="2257861">
                                    <a:moveTo>
                                      <a:pt x="1158156" y="0"/>
                                    </a:moveTo>
                                    <a:cubicBezTo>
                                      <a:pt x="1185865" y="96487"/>
                                      <a:pt x="1213574" y="192974"/>
                                      <a:pt x="1205657" y="255319"/>
                                    </a:cubicBezTo>
                                    <a:cubicBezTo>
                                      <a:pt x="1197740" y="317664"/>
                                      <a:pt x="1152217" y="315686"/>
                                      <a:pt x="1110655" y="374072"/>
                                    </a:cubicBezTo>
                                    <a:cubicBezTo>
                                      <a:pt x="1069093" y="432458"/>
                                      <a:pt x="1023857" y="580889"/>
                                      <a:pt x="956282" y="605638"/>
                                    </a:cubicBezTo>
                                    <a:cubicBezTo>
                                      <a:pt x="888707" y="630387"/>
                                      <a:pt x="769531" y="498818"/>
                                      <a:pt x="705205" y="522569"/>
                                    </a:cubicBezTo>
                                    <a:cubicBezTo>
                                      <a:pt x="640879" y="546320"/>
                                      <a:pt x="679906" y="727381"/>
                                      <a:pt x="516878" y="736268"/>
                                    </a:cubicBezTo>
                                    <a:cubicBezTo>
                                      <a:pt x="353850" y="745155"/>
                                      <a:pt x="230876" y="923292"/>
                                      <a:pt x="225952" y="1074707"/>
                                    </a:cubicBezTo>
                                    <a:cubicBezTo>
                                      <a:pt x="221028" y="1226122"/>
                                      <a:pt x="97293" y="1257793"/>
                                      <a:pt x="59689" y="1359724"/>
                                    </a:cubicBezTo>
                                    <a:cubicBezTo>
                                      <a:pt x="22085" y="1461655"/>
                                      <a:pt x="-3184" y="1606077"/>
                                      <a:pt x="325" y="1686295"/>
                                    </a:cubicBezTo>
                                    <a:cubicBezTo>
                                      <a:pt x="3834" y="1766513"/>
                                      <a:pt x="57984" y="1771757"/>
                                      <a:pt x="80743" y="1841031"/>
                                    </a:cubicBezTo>
                                    <a:cubicBezTo>
                                      <a:pt x="103502" y="1910305"/>
                                      <a:pt x="86947" y="2033714"/>
                                      <a:pt x="136877" y="2101938"/>
                                    </a:cubicBezTo>
                                    <a:cubicBezTo>
                                      <a:pt x="186807" y="2170162"/>
                                      <a:pt x="301153" y="2230583"/>
                                      <a:pt x="380322" y="2250374"/>
                                    </a:cubicBezTo>
                                    <a:cubicBezTo>
                                      <a:pt x="459491" y="2270165"/>
                                      <a:pt x="523815" y="2247405"/>
                                      <a:pt x="611891" y="2220685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886780E" id="Freeform 4" o:spid="_x0000_s1026" style="position:absolute;margin-left:93pt;margin-top:30.9pt;width:95pt;height:177.75pt;z-index:251674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207029,22578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" path="m1158156,v27709,96487,55418,192974,47501,255319c1197740,317664,1152217,315686,1110655,374072v-41562,58386,-86798,206817,-154373,231566c888707,630387,769531,498818,705205,522569,640879,546320,679906,727381,516878,736268,353850,745155,230876,923292,225952,1074707,221028,1226122,97293,1257793,59689,1359724,22085,1461655,-3184,1606077,325,1686295v3509,80218,57659,85462,80418,154736c103502,1910305,86947,2033714,136877,2101938v49930,68224,164276,128645,243445,148436c459491,2270165,523815,2247405,611891,2220685e" filled="f" strokecolor="red" strokeweight="1.5pt">
                      <v:stroke joinstyle="miter"/>
                      <v:path arrowok="t" o:connecttype="custom" o:connectlocs="1157648,0;1205129,255270;1110168,374000;955863,605521;704896,522468;516651,736126;225853,1074499;59663,1359461;325,1685969;80708,1840675;136817,2101532;380155,2249939;611623,2220256" o:connectangles="0,0,0,0,0,0,0,0,0,0,0,0,0"/>
                    </v:shape>
                  </w:pict>
                </mc:Fallback>
              </mc:AlternateContent>
            </w:r>
            <w:r w:rsidR="00052BE4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2491328</wp:posOffset>
                      </wp:positionH>
                      <wp:positionV relativeFrom="paragraph">
                        <wp:posOffset>244813</wp:posOffset>
                      </wp:positionV>
                      <wp:extent cx="305869" cy="152633"/>
                      <wp:effectExtent l="0" t="0" r="0" b="0"/>
                      <wp:wrapNone/>
                      <wp:docPr id="203" name="Text Box 3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5869" cy="152633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1099" w:rsidRPr="00B16047" w:rsidRDefault="00052BE4" w:rsidP="00052BE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3" type="#_x0000_t202" style="position:absolute;left:0;text-align:left;margin-left:196.15pt;margin-top:19.3pt;width:24.1pt;height:12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51099" w:rsidRPr="00B16047" w:rsidRDefault="00052BE4" w:rsidP="00052BE4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51099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11430</wp:posOffset>
                      </wp:positionV>
                      <wp:extent cx="1263650" cy="806450"/>
                      <wp:effectExtent l="3175" t="4445" r="0" b="0"/>
                      <wp:wrapNone/>
                      <wp:docPr id="194" name="Text Box 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3650" cy="80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BFBFB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Reflux duration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I….0.5-1 second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II….1-2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III….2-3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IV….&gt; 4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7" o:spid="_x0000_s1034" type="#_x0000_t202" style="position:absolute;left:0;text-align:left;margin-left:4.3pt;margin-top:.9pt;width:99.5pt;height:63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" stroked="f" strokecolor="#bfbfbf">
                      <v:textbox>
                        <w:txbxContent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Reflux duration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I….0.5-1 second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II….1-2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III….2-3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IV….&gt; 4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51099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>
                      <wp:simplePos x="0" y="0"/>
                      <wp:positionH relativeFrom="column">
                        <wp:posOffset>1703070</wp:posOffset>
                      </wp:positionH>
                      <wp:positionV relativeFrom="paragraph">
                        <wp:posOffset>403225</wp:posOffset>
                      </wp:positionV>
                      <wp:extent cx="712470" cy="3688080"/>
                      <wp:effectExtent l="22860" t="15240" r="17145" b="20955"/>
                      <wp:wrapNone/>
                      <wp:docPr id="193" name="Freeform 3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2470" cy="3688080"/>
                              </a:xfrm>
                              <a:custGeom>
                                <a:avLst/>
                                <a:gdLst>
                                  <a:gd name="T0" fmla="*/ 1008 w 1122"/>
                                  <a:gd name="T1" fmla="*/ 0 h 5808"/>
                                  <a:gd name="T2" fmla="*/ 1070 w 1122"/>
                                  <a:gd name="T3" fmla="*/ 708 h 5808"/>
                                  <a:gd name="T4" fmla="*/ 698 w 1122"/>
                                  <a:gd name="T5" fmla="*/ 1560 h 5808"/>
                                  <a:gd name="T6" fmla="*/ 96 w 1122"/>
                                  <a:gd name="T7" fmla="*/ 2592 h 5808"/>
                                  <a:gd name="T8" fmla="*/ 120 w 1122"/>
                                  <a:gd name="T9" fmla="*/ 3480 h 5808"/>
                                  <a:gd name="T10" fmla="*/ 372 w 1122"/>
                                  <a:gd name="T11" fmla="*/ 4476 h 5808"/>
                                  <a:gd name="T12" fmla="*/ 626 w 1122"/>
                                  <a:gd name="T13" fmla="*/ 5184 h 5808"/>
                                  <a:gd name="T14" fmla="*/ 722 w 1122"/>
                                  <a:gd name="T15" fmla="*/ 5556 h 5808"/>
                                  <a:gd name="T16" fmla="*/ 722 w 1122"/>
                                  <a:gd name="T17" fmla="*/ 5808 h 580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122" h="5808">
                                    <a:moveTo>
                                      <a:pt x="1008" y="0"/>
                                    </a:moveTo>
                                    <a:cubicBezTo>
                                      <a:pt x="1016" y="118"/>
                                      <a:pt x="1122" y="448"/>
                                      <a:pt x="1070" y="708"/>
                                    </a:cubicBezTo>
                                    <a:cubicBezTo>
                                      <a:pt x="1018" y="968"/>
                                      <a:pt x="860" y="1246"/>
                                      <a:pt x="698" y="1560"/>
                                    </a:cubicBezTo>
                                    <a:cubicBezTo>
                                      <a:pt x="536" y="1874"/>
                                      <a:pt x="192" y="2272"/>
                                      <a:pt x="96" y="2592"/>
                                    </a:cubicBezTo>
                                    <a:cubicBezTo>
                                      <a:pt x="0" y="2912"/>
                                      <a:pt x="74" y="3166"/>
                                      <a:pt x="120" y="3480"/>
                                    </a:cubicBezTo>
                                    <a:cubicBezTo>
                                      <a:pt x="166" y="3794"/>
                                      <a:pt x="288" y="4192"/>
                                      <a:pt x="372" y="4476"/>
                                    </a:cubicBezTo>
                                    <a:cubicBezTo>
                                      <a:pt x="456" y="4760"/>
                                      <a:pt x="568" y="5004"/>
                                      <a:pt x="626" y="5184"/>
                                    </a:cubicBezTo>
                                    <a:cubicBezTo>
                                      <a:pt x="684" y="5364"/>
                                      <a:pt x="706" y="5452"/>
                                      <a:pt x="722" y="5556"/>
                                    </a:cubicBezTo>
                                    <a:cubicBezTo>
                                      <a:pt x="738" y="5660"/>
                                      <a:pt x="730" y="5734"/>
                                      <a:pt x="722" y="5808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F09B9C" id="Freeform 320" o:spid="_x0000_s1026" style="position:absolute;margin-left:134.1pt;margin-top:31.75pt;width:56.1pt;height:290.4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22,5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" path="m1008,v8,118,114,448,62,708c1018,968,860,1246,698,1560,536,1874,192,2272,96,2592,,2912,74,3166,120,3480v46,314,168,712,252,996c456,4760,568,5004,626,5184v58,180,80,268,96,372c738,5660,730,5734,722,5808e" filled="f" strokecolor="navy" strokeweight="2.25pt">
                      <v:path arrowok="t" o:connecttype="custom" o:connectlocs="640080,0;679450,449580;443230,990600;60960,1645920;76200,2209800;236220,2842260;397510,3291840;458470,3528060;458470,3688080" o:connectangles="0,0,0,0,0,0,0,0,0"/>
                    </v:shape>
                  </w:pict>
                </mc:Fallback>
              </mc:AlternateContent>
            </w:r>
            <w:r w:rsidR="00951099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1062990</wp:posOffset>
                      </wp:positionH>
                      <wp:positionV relativeFrom="paragraph">
                        <wp:posOffset>38735</wp:posOffset>
                      </wp:positionV>
                      <wp:extent cx="1807845" cy="4911725"/>
                      <wp:effectExtent l="11430" t="12700" r="9525" b="9525"/>
                      <wp:wrapNone/>
                      <wp:docPr id="174" name="Group 3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7845" cy="4911725"/>
                                <a:chOff x="3765" y="3343"/>
                                <a:chExt cx="2847" cy="7735"/>
                              </a:xfrm>
                            </wpg:grpSpPr>
                            <wps:wsp>
                              <wps:cNvPr id="175" name="Freeform 30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548" y="9594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6" name="Freeform 30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6191" y="4620"/>
                                  <a:ext cx="421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7" name="Freeform 30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24" y="6562"/>
                                  <a:ext cx="443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8" name="Freeform 30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753" y="7314"/>
                                  <a:ext cx="969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9" name="Freeform 30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479" y="7058"/>
                                  <a:ext cx="967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0" name="Freeform 3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79" y="4246"/>
                                  <a:ext cx="1096" cy="5656"/>
                                </a:xfrm>
                                <a:custGeom>
                                  <a:avLst/>
                                  <a:gdLst>
                                    <a:gd name="T0" fmla="*/ 820 w 1096"/>
                                    <a:gd name="T1" fmla="*/ 290 h 5656"/>
                                    <a:gd name="T2" fmla="*/ 863 w 1096"/>
                                    <a:gd name="T3" fmla="*/ 56 h 5656"/>
                                    <a:gd name="T4" fmla="*/ 586 w 1096"/>
                                    <a:gd name="T5" fmla="*/ 626 h 5656"/>
                                    <a:gd name="T6" fmla="*/ 201 w 1096"/>
                                    <a:gd name="T7" fmla="*/ 1568 h 5656"/>
                                    <a:gd name="T8" fmla="*/ 57 w 1096"/>
                                    <a:gd name="T9" fmla="*/ 2054 h 5656"/>
                                    <a:gd name="T10" fmla="*/ 7 w 1096"/>
                                    <a:gd name="T11" fmla="*/ 2546 h 5656"/>
                                    <a:gd name="T12" fmla="*/ 97 w 1096"/>
                                    <a:gd name="T13" fmla="*/ 2906 h 5656"/>
                                    <a:gd name="T14" fmla="*/ 317 w 1096"/>
                                    <a:gd name="T15" fmla="*/ 3249 h 5656"/>
                                    <a:gd name="T16" fmla="*/ 500 w 1096"/>
                                    <a:gd name="T17" fmla="*/ 3708 h 5656"/>
                                    <a:gd name="T18" fmla="*/ 656 w 1096"/>
                                    <a:gd name="T19" fmla="*/ 4375 h 5656"/>
                                    <a:gd name="T20" fmla="*/ 925 w 1096"/>
                                    <a:gd name="T21" fmla="*/ 5028 h 5656"/>
                                    <a:gd name="T22" fmla="*/ 1057 w 1096"/>
                                    <a:gd name="T23" fmla="*/ 5352 h 5656"/>
                                    <a:gd name="T24" fmla="*/ 1086 w 1096"/>
                                    <a:gd name="T25" fmla="*/ 5529 h 5656"/>
                                    <a:gd name="T26" fmla="*/ 997 w 1096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96" h="5656">
                                      <a:moveTo>
                                        <a:pt x="820" y="290"/>
                                      </a:moveTo>
                                      <a:cubicBezTo>
                                        <a:pt x="829" y="251"/>
                                        <a:pt x="902" y="0"/>
                                        <a:pt x="863" y="56"/>
                                      </a:cubicBezTo>
                                      <a:cubicBezTo>
                                        <a:pt x="824" y="112"/>
                                        <a:pt x="696" y="374"/>
                                        <a:pt x="586" y="626"/>
                                      </a:cubicBezTo>
                                      <a:cubicBezTo>
                                        <a:pt x="476" y="878"/>
                                        <a:pt x="290" y="1330"/>
                                        <a:pt x="201" y="1568"/>
                                      </a:cubicBezTo>
                                      <a:cubicBezTo>
                                        <a:pt x="113" y="1806"/>
                                        <a:pt x="89" y="1891"/>
                                        <a:pt x="57" y="2054"/>
                                      </a:cubicBezTo>
                                      <a:cubicBezTo>
                                        <a:pt x="25" y="2217"/>
                                        <a:pt x="0" y="2404"/>
                                        <a:pt x="7" y="2546"/>
                                      </a:cubicBezTo>
                                      <a:cubicBezTo>
                                        <a:pt x="14" y="2688"/>
                                        <a:pt x="45" y="2789"/>
                                        <a:pt x="97" y="2906"/>
                                      </a:cubicBezTo>
                                      <a:cubicBezTo>
                                        <a:pt x="149" y="3023"/>
                                        <a:pt x="250" y="3115"/>
                                        <a:pt x="317" y="3249"/>
                                      </a:cubicBezTo>
                                      <a:cubicBezTo>
                                        <a:pt x="384" y="3383"/>
                                        <a:pt x="444" y="3520"/>
                                        <a:pt x="500" y="3708"/>
                                      </a:cubicBezTo>
                                      <a:cubicBezTo>
                                        <a:pt x="556" y="3896"/>
                                        <a:pt x="585" y="4155"/>
                                        <a:pt x="656" y="4375"/>
                                      </a:cubicBezTo>
                                      <a:cubicBezTo>
                                        <a:pt x="727" y="4595"/>
                                        <a:pt x="858" y="4865"/>
                                        <a:pt x="925" y="5028"/>
                                      </a:cubicBezTo>
                                      <a:cubicBezTo>
                                        <a:pt x="992" y="5191"/>
                                        <a:pt x="1030" y="5269"/>
                                        <a:pt x="1057" y="5352"/>
                                      </a:cubicBezTo>
                                      <a:cubicBezTo>
                                        <a:pt x="1084" y="5435"/>
                                        <a:pt x="1096" y="5478"/>
                                        <a:pt x="1086" y="5529"/>
                                      </a:cubicBezTo>
                                      <a:cubicBezTo>
                                        <a:pt x="1076" y="5580"/>
                                        <a:pt x="1015" y="5630"/>
                                        <a:pt x="997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1" name="Freeform 30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614" y="3510"/>
                                  <a:ext cx="553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2" name="Freeform 30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78" y="3439"/>
                                  <a:ext cx="485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3" name="Freeform 31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6152" y="4169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4" name="Freeform 311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832" y="6204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5" name="Freeform 31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122" y="6706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6" name="Freeform 31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263" y="3562"/>
                                  <a:ext cx="1000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7" name="Freeform 31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406" y="3408"/>
                                  <a:ext cx="1677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8" name="Freeform 31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698" y="10754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9" name="Freeform 31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421" y="10193"/>
                                  <a:ext cx="569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0" name="Freeform 31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662" y="10885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1" name="Freeform 31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5" y="3343"/>
                                  <a:ext cx="2606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2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746" y="3876"/>
                                  <a:ext cx="40" cy="600"/>
                                </a:xfrm>
                                <a:custGeom>
                                  <a:avLst/>
                                  <a:gdLst>
                                    <a:gd name="T0" fmla="*/ 40 w 40"/>
                                    <a:gd name="T1" fmla="*/ 0 h 600"/>
                                    <a:gd name="T2" fmla="*/ 4 w 40"/>
                                    <a:gd name="T3" fmla="*/ 252 h 600"/>
                                    <a:gd name="T4" fmla="*/ 16 w 40"/>
                                    <a:gd name="T5" fmla="*/ 600 h 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" h="600">
                                      <a:moveTo>
                                        <a:pt x="40" y="0"/>
                                      </a:moveTo>
                                      <a:cubicBezTo>
                                        <a:pt x="24" y="76"/>
                                        <a:pt x="8" y="152"/>
                                        <a:pt x="4" y="252"/>
                                      </a:cubicBezTo>
                                      <a:cubicBezTo>
                                        <a:pt x="0" y="352"/>
                                        <a:pt x="8" y="476"/>
                                        <a:pt x="16" y="6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 cmpd="sng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9DDB26C" id="Group 301" o:spid="_x0000_s1026" style="position:absolute;margin-left:83.7pt;margin-top:3.05pt;width:142.35pt;height:386.75pt;z-index:251650560" coordorigin="3765,3343" coordsize="2847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">
                      <v:shape id="Freeform 302" o:spid="_x0000_s1027" style="position:absolute;left:5548;top:9594;width:134;height:256;flip:x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303" o:spid="_x0000_s1028" style="position:absolute;left:6191;top:4620;width:421;height:416;flip:x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" path="m,c26,70,52,140,120,204v68,64,178,122,288,180e" filled="f" strokecolor="gray" strokeweight="1pt">
                        <v:path arrowok="t" o:connecttype="custom" o:connectlocs="0,0;124,221;421,416" o:connectangles="0,0,0"/>
                      </v:shape>
                      <v:shape id="Freeform 304" o:spid="_x0000_s1029" style="position:absolute;left:4824;top:6562;width:443;height:646;flip:x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9,302;399,206;315,170;194,2;255,182;218,314;14,614" o:connectangles="0,0,0,0,0,0,0,0,0"/>
                      </v:shape>
                      <v:shape id="Freeform 305" o:spid="_x0000_s1030" style="position:absolute;left:4753;top:7314;width:969;height:2543;flip:x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3,1686;464,1288;589,724;746,282;952,8;849,330;777,594;683,983;565,1410;361,1861;216,2262" o:connectangles="0,0,0,0,0,0,0,0,0,0,0,0,0,0"/>
                      </v:shape>
                      <v:shape id="Freeform 306" o:spid="_x0000_s1031" style="position:absolute;left:4479;top:7058;width:967;height:2806;flip:x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4,1676;498,1148;575,864;727,332;835,12;960,406;876,824;541,1522;291,2040;151,2376;120,2806" o:connectangles="0,0,0,0,0,0,0,0,0,0,0,0,0"/>
                      </v:shape>
                      <v:shape id="Freeform 307" o:spid="_x0000_s1032" style="position:absolute;left:4679;top:4246;width:1096;height:5656;visibility:visible;mso-wrap-style:square;v-text-anchor:top" coordsize="1096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" path="m820,290c829,251,902,,863,56,824,112,696,374,586,626,476,878,290,1330,201,1568,113,1806,89,1891,57,2054,25,2217,,2404,7,2546v7,142,38,243,90,360c149,3023,250,3115,317,3249v67,134,127,271,183,459c556,3896,585,4155,656,4375v71,220,202,490,269,653c992,5191,1030,5269,1057,5352v27,83,39,126,29,177c1076,5580,1015,5630,997,5656e" filled="f" strokecolor="#333">
                        <v:path arrowok="t" o:connecttype="custom" o:connectlocs="820,290;863,56;586,626;201,1568;57,2054;7,2546;97,2906;317,3249;500,3708;656,4375;925,5028;1057,5352;1086,5529;997,5656" o:connectangles="0,0,0,0,0,0,0,0,0,0,0,0,0,0"/>
                      </v:shape>
                      <v:shape id="Freeform 308" o:spid="_x0000_s1033" style="position:absolute;left:5614;top:3510;width:553;height:1080;flip:x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" path="m,c52,55,232,235,306,330v74,95,107,161,138,240c475,649,474,719,492,804v18,85,48,219,60,276e" filled="f" strokecolor="#333">
                        <v:path arrowok="t" o:connecttype="custom" o:connectlocs="0,0;307,330;445,570;493,804;553,1080" o:connectangles="0,0,0,0,0"/>
                      </v:shape>
                      <v:shape id="Freeform 309" o:spid="_x0000_s1034" style="position:absolute;left:4878;top:3439;width:485;height:595;flip:x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1,581;406,497;310,367;253,228;223,137;184,106;21,5;60,75;177,223;322,415;471,581" o:connectangles="0,0,0,0,0,0,0,0,0,0,0"/>
                      </v:shape>
                      <v:shape id="Freeform 310" o:spid="_x0000_s1035" style="position:absolute;left:6152;top:4169;width:184;height:825;flip:x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311" o:spid="_x0000_s1036" style="position:absolute;left:3832;top:6204;width:154;height:102;flip:x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312" o:spid="_x0000_s1037" style="position:absolute;left:4122;top:6706;width:230;height:909;flip:x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313" o:spid="_x0000_s1038" style="position:absolute;left:5263;top:3562;width:1000;height:614;flip:x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" path="m,614c29,524,57,436,144,350,231,264,381,158,523,100,665,42,899,21,998,e" filled="f">
                        <v:stroke dashstyle="1 1" endcap="round"/>
                        <v:path arrowok="t" o:connecttype="custom" o:connectlocs="0,614;144,350;524,100;1000,0" o:connectangles="0,0,0,0"/>
                      </v:shape>
                      <v:shape id="Freeform 314" o:spid="_x0000_s1039" style="position:absolute;left:4406;top:3408;width:1677;height:6456;flip:x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1,318;650,786;1010,1554;1335,2370;1486,2868;1528,3324;1546,3576;1672,4056;1576,4518;1185,5328;914,5880;842,6144;830,6456" o:connectangles="0,0,0,0,0,0,0,0,0,0,0,0,0,0"/>
                      </v:shape>
                      <v:shape id="Freeform 315" o:spid="_x0000_s1040" style="position:absolute;left:4698;top:10754;width:232;height:138;flip:x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316" o:spid="_x0000_s1041" style="position:absolute;left:5421;top:10193;width:569;height:562;flip:x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7,559;497,427;424,253;304,121;99,49;9,1;45,43;141,97;238,193;322,307;424,445;557,559" o:connectangles="0,0,0,0,0,0,0,0,0,0,0,0"/>
                      </v:shape>
                      <v:shape id="Freeform 317" o:spid="_x0000_s1042" style="position:absolute;left:4662;top:10885;width:99;height:52;flip:x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318" o:spid="_x0000_s1043" style="position:absolute;left:3765;top:3343;width:2606;height:7735;flip:x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1,2059;818,2525;1046,2801;1214,3149;1328,3425;1166,3684;916,4097;835,4462;801,4846;661,5441;555,5907;361,6209;168,6389;144,6581;313,6797;457,6917;577,7007;800,7301;940,7438;1094,7625;1286,7709;1431,7697;1515,7733;1695,7709;1761,7607;1647,7517;1537,7469;1431,7402;1323,7193;1226,6827;1166,6575;1250,6101;1479,5561;1803,4949;2116,4169;2260,3857;2513,3437;2603,3149;2531,2909;2381,2417;2195,1913;1912,1349;1599,845;1496,694;1455,533;1402,327;1369,0" o:connectangles="0,0,0,0,0,0,0,0,0,0,0,0,0,0,0,0,0,0,0,0,0,0,0,0,0,0,0,0,0,0,0,0,0,0,0,0,0,0,0,0,0,0,0,0,0,0,0,0,0"/>
                      </v:shape>
                      <v:shape id="Freeform 319" o:spid="_x0000_s1044" style="position:absolute;left:5746;top:3876;width:40;height:600;flip:x;visibility:visible;mso-wrap-style:square;v-text-anchor:top" coordsize="40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" path="m40,c24,76,8,152,4,252,,352,8,476,16,600e" filled="f" strokecolor="white" strokeweight="3pt">
                        <v:path arrowok="t" o:connecttype="custom" o:connectlocs="40,0;4,252;16,600" o:connectangles="0,0,0"/>
                      </v:shape>
                    </v:group>
                  </w:pict>
                </mc:Fallback>
              </mc:AlternateContent>
            </w:r>
            <w:r w:rsidR="00951099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519430</wp:posOffset>
                      </wp:positionH>
                      <wp:positionV relativeFrom="paragraph">
                        <wp:posOffset>2282190</wp:posOffset>
                      </wp:positionV>
                      <wp:extent cx="90170" cy="2072640"/>
                      <wp:effectExtent l="20320" t="17780" r="22860" b="14605"/>
                      <wp:wrapNone/>
                      <wp:docPr id="173" name="Freeform 3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170" cy="2072640"/>
                              </a:xfrm>
                              <a:custGeom>
                                <a:avLst/>
                                <a:gdLst>
                                  <a:gd name="T0" fmla="*/ 60 w 142"/>
                                  <a:gd name="T1" fmla="*/ 0 h 3264"/>
                                  <a:gd name="T2" fmla="*/ 0 w 142"/>
                                  <a:gd name="T3" fmla="*/ 336 h 3264"/>
                                  <a:gd name="T4" fmla="*/ 60 w 142"/>
                                  <a:gd name="T5" fmla="*/ 924 h 3264"/>
                                  <a:gd name="T6" fmla="*/ 132 w 142"/>
                                  <a:gd name="T7" fmla="*/ 1968 h 3264"/>
                                  <a:gd name="T8" fmla="*/ 120 w 142"/>
                                  <a:gd name="T9" fmla="*/ 2760 h 3264"/>
                                  <a:gd name="T10" fmla="*/ 48 w 142"/>
                                  <a:gd name="T11" fmla="*/ 3264 h 32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42" h="3264">
                                    <a:moveTo>
                                      <a:pt x="60" y="0"/>
                                    </a:moveTo>
                                    <a:cubicBezTo>
                                      <a:pt x="30" y="91"/>
                                      <a:pt x="0" y="182"/>
                                      <a:pt x="0" y="336"/>
                                    </a:cubicBezTo>
                                    <a:cubicBezTo>
                                      <a:pt x="0" y="490"/>
                                      <a:pt x="38" y="652"/>
                                      <a:pt x="60" y="924"/>
                                    </a:cubicBezTo>
                                    <a:cubicBezTo>
                                      <a:pt x="82" y="1196"/>
                                      <a:pt x="122" y="1662"/>
                                      <a:pt x="132" y="1968"/>
                                    </a:cubicBezTo>
                                    <a:cubicBezTo>
                                      <a:pt x="142" y="2274"/>
                                      <a:pt x="134" y="2544"/>
                                      <a:pt x="120" y="2760"/>
                                    </a:cubicBezTo>
                                    <a:cubicBezTo>
                                      <a:pt x="106" y="2976"/>
                                      <a:pt x="77" y="3120"/>
                                      <a:pt x="48" y="3264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7E5D07" id="Freeform 322" o:spid="_x0000_s1026" style="position:absolute;margin-left:40.9pt;margin-top:179.7pt;width:7.1pt;height:163.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2,3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" path="m60,c30,91,,182,,336,,490,38,652,60,924v22,272,62,738,72,1044c142,2274,134,2544,120,2760v-14,216,-43,360,-72,504e" filled="f" strokecolor="navy" strokeweight="2.25pt">
                      <v:path arrowok="t" o:connecttype="custom" o:connectlocs="38100,0;0,213360;38100,586740;83820,1249680;76200,1752600;30480,2072640" o:connectangles="0,0,0,0,0,0"/>
                    </v:shape>
                  </w:pict>
                </mc:Fallback>
              </mc:AlternateContent>
            </w:r>
            <w:r w:rsidR="00951099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99695</wp:posOffset>
                      </wp:positionH>
                      <wp:positionV relativeFrom="paragraph">
                        <wp:posOffset>158750</wp:posOffset>
                      </wp:positionV>
                      <wp:extent cx="1080135" cy="4745355"/>
                      <wp:effectExtent l="10160" t="8890" r="14605" b="8255"/>
                      <wp:wrapNone/>
                      <wp:docPr id="150" name="Grou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0" y="0"/>
                                <a:ext cx="1080135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151" name="Freeform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2" name="Freeform 2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3" name="Freeform 2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4" name="Freeform 2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5" name="Freeform 2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6" name="Freeform 2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7" name="Freeform 2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8" name="Freeform 2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9" name="Freeform 2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0" name="Freeform 2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1" name="Freeform 2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2" name="Freeform 2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F31912E" id="Group 269" o:spid="_x0000_s1026" style="position:absolute;margin-left:7.85pt;margin-top:12.5pt;width:85.05pt;height:373.65pt;flip:x;z-index:251648512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">
                      <v:shape id="Freeform 270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271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272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273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" path="m,c10,2,21,4,27,7v6,3,9,7,12,12e" filled="f" strokecolor="gray">
                        <v:path arrowok="t" o:connecttype="custom" o:connectlocs="0,0;27,7;39,19" o:connectangles="0,0,0"/>
                      </v:shape>
                      <v:shape id="Freeform 274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" path="m,c14,4,28,8,34,12e" filled="f" strokecolor="gray">
                        <v:path arrowok="t" o:connecttype="custom" o:connectlocs="0,0;34,12" o:connectangles="0,0"/>
                      </v:shape>
                      <v:shape id="Freeform 275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" path="m,c,,18,7,36,15e" filled="f" strokecolor="gray">
                        <v:path arrowok="t" o:connecttype="custom" o:connectlocs="0,0;36,15" o:connectangles="0,0"/>
                      </v:shape>
                      <v:shape id="Freeform 276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277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278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279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280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281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</v:group>
                  </w:pict>
                </mc:Fallback>
              </mc:AlternateContent>
            </w:r>
            <w:r w:rsidR="00951099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5028565</wp:posOffset>
                      </wp:positionH>
                      <wp:positionV relativeFrom="paragraph">
                        <wp:posOffset>160020</wp:posOffset>
                      </wp:positionV>
                      <wp:extent cx="1087120" cy="4745355"/>
                      <wp:effectExtent l="14605" t="10160" r="12700" b="6985"/>
                      <wp:wrapNone/>
                      <wp:docPr id="137" name="Group 2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87120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138" name="Freeform 2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9" name="Freeform 2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0" name="Freeform 2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1" name="Freeform 2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2" name="Freeform 2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3" name="Freeform 2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4" name="Freeform 2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5" name="Freeform 2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6" name="Freeform 2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7" name="Freeform 2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8" name="Freeform 2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9" name="Freeform 2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518C383" id="Group 256" o:spid="_x0000_s1026" style="position:absolute;margin-left:395.95pt;margin-top:12.6pt;width:85.6pt;height:373.65pt;z-index:251647488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">
                      <v:shape id="Freeform 257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258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259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260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" path="m,c10,2,21,4,27,7v6,3,9,7,12,12e" filled="f" strokecolor="gray" strokeweight="1pt">
                        <v:path arrowok="t" o:connecttype="custom" o:connectlocs="0,0;27,7;39,19" o:connectangles="0,0,0"/>
                      </v:shape>
                      <v:shape id="Freeform 261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" path="m,c14,4,28,8,34,12e" filled="f" strokecolor="gray" strokeweight="1pt">
                        <v:path arrowok="t" o:connecttype="custom" o:connectlocs="0,0;34,12" o:connectangles="0,0"/>
                      </v:shape>
                      <v:shape id="Freeform 262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" path="m,c,,18,7,36,15e" filled="f" strokecolor="gray" strokeweight="1pt">
                        <v:path arrowok="t" o:connecttype="custom" o:connectlocs="0,0;36,15" o:connectangles="0,0"/>
                      </v:shape>
                      <v:shape id="Freeform 263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264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265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266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267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268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</v:group>
                  </w:pict>
                </mc:Fallback>
              </mc:AlternateContent>
            </w:r>
            <w:r w:rsidR="00951099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705856" behindDoc="0" locked="0" layoutInCell="1" allowOverlap="1">
                      <wp:simplePos x="0" y="0"/>
                      <wp:positionH relativeFrom="column">
                        <wp:posOffset>5612130</wp:posOffset>
                      </wp:positionH>
                      <wp:positionV relativeFrom="paragraph">
                        <wp:posOffset>2256155</wp:posOffset>
                      </wp:positionV>
                      <wp:extent cx="96520" cy="2057400"/>
                      <wp:effectExtent l="17145" t="20320" r="19685" b="17780"/>
                      <wp:wrapNone/>
                      <wp:docPr id="136" name="Freeform 3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6520" cy="2057400"/>
                              </a:xfrm>
                              <a:custGeom>
                                <a:avLst/>
                                <a:gdLst>
                                  <a:gd name="T0" fmla="*/ 80 w 152"/>
                                  <a:gd name="T1" fmla="*/ 0 h 3240"/>
                                  <a:gd name="T2" fmla="*/ 152 w 152"/>
                                  <a:gd name="T3" fmla="*/ 252 h 3240"/>
                                  <a:gd name="T4" fmla="*/ 80 w 152"/>
                                  <a:gd name="T5" fmla="*/ 1008 h 3240"/>
                                  <a:gd name="T6" fmla="*/ 8 w 152"/>
                                  <a:gd name="T7" fmla="*/ 1896 h 3240"/>
                                  <a:gd name="T8" fmla="*/ 32 w 152"/>
                                  <a:gd name="T9" fmla="*/ 2820 h 3240"/>
                                  <a:gd name="T10" fmla="*/ 92 w 152"/>
                                  <a:gd name="T11" fmla="*/ 3240 h 32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52" h="3240">
                                    <a:moveTo>
                                      <a:pt x="80" y="0"/>
                                    </a:moveTo>
                                    <a:cubicBezTo>
                                      <a:pt x="116" y="42"/>
                                      <a:pt x="152" y="84"/>
                                      <a:pt x="152" y="252"/>
                                    </a:cubicBezTo>
                                    <a:cubicBezTo>
                                      <a:pt x="152" y="420"/>
                                      <a:pt x="104" y="734"/>
                                      <a:pt x="80" y="1008"/>
                                    </a:cubicBezTo>
                                    <a:cubicBezTo>
                                      <a:pt x="56" y="1282"/>
                                      <a:pt x="16" y="1594"/>
                                      <a:pt x="8" y="1896"/>
                                    </a:cubicBezTo>
                                    <a:cubicBezTo>
                                      <a:pt x="0" y="2198"/>
                                      <a:pt x="18" y="2596"/>
                                      <a:pt x="32" y="2820"/>
                                    </a:cubicBezTo>
                                    <a:cubicBezTo>
                                      <a:pt x="46" y="3044"/>
                                      <a:pt x="69" y="3142"/>
                                      <a:pt x="92" y="3240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B7E3B4" id="Freeform 321" o:spid="_x0000_s1026" style="position:absolute;margin-left:441.9pt;margin-top:177.65pt;width:7.6pt;height:162pt;z-index:25170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2,3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" path="m80,v36,42,72,84,72,252c152,420,104,734,80,1008,56,1282,16,1594,8,1896v-8,302,10,700,24,924c46,3044,69,3142,92,3240e" filled="f" strokecolor="navy" strokeweight="2.25pt">
                      <v:path arrowok="t" o:connecttype="custom" o:connectlocs="50800,0;96520,160020;50800,640080;5080,1203960;20320,1790700;58420,2057400" o:connectangles="0,0,0,0,0,0"/>
                    </v:shape>
                  </w:pict>
                </mc:Fallback>
              </mc:AlternateContent>
            </w:r>
          </w:p>
        </w:tc>
      </w:tr>
      <w:tr w:rsidR="00894682" w:rsidRPr="001906A2" w:rsidTr="0025571B">
        <w:tc>
          <w:tcPr>
            <w:tcW w:w="170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951099" w:rsidP="001906A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1430" t="10160" r="12700" b="7620"/>
                      <wp:wrapNone/>
                      <wp:docPr id="16" name="Group 3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2461" y="11897"/>
                                <a:chExt cx="307" cy="137"/>
                              </a:xfrm>
                            </wpg:grpSpPr>
                            <wps:wsp>
                              <wps:cNvPr id="153" name="Line 3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1897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4" name="Line 3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2034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DBA89F8" id="Group 326" o:spid="_x0000_s1026" style="position:absolute;margin-left:68.7pt;margin-top:1.4pt;width:15.35pt;height:6.85pt;z-index:251657728" coordorigin="2461,11897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">
                      <v:line id="Line 327" o:spid="_x0000_s1027" style="position:absolute;visibility:visible;mso-wrap-style:square" from="2461,11897" to="2768,11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    <v:line id="Line 328" o:spid="_x0000_s1028" style="position:absolute;visibility:visible;mso-wrap-style:square" from="2461,12034" to="2768,12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  </v:group>
                  </w:pict>
                </mc:Fallback>
              </mc:AlternateContent>
            </w:r>
            <w:r w:rsidR="00894682" w:rsidRPr="001906A2">
              <w:rPr>
                <w:rFonts w:ascii="Arial" w:hAnsi="Arial" w:cs="Arial"/>
                <w:color w:val="808080"/>
                <w:sz w:val="16"/>
                <w:szCs w:val="16"/>
              </w:rPr>
              <w:t>Legend:</w:t>
            </w:r>
          </w:p>
        </w:tc>
        <w:tc>
          <w:tcPr>
            <w:tcW w:w="7931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894682" w:rsidRPr="001906A2" w:rsidRDefault="00951099" w:rsidP="001906A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2700020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3335" t="10160" r="10795" b="7620"/>
                      <wp:wrapNone/>
                      <wp:docPr id="11" name="Group 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6904" y="11891"/>
                                <a:chExt cx="307" cy="137"/>
                              </a:xfrm>
                            </wpg:grpSpPr>
                            <wps:wsp>
                              <wps:cNvPr id="162" name="Line 33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1891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5" name="Line 3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202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6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3" y="11897"/>
                                  <a:ext cx="264" cy="48"/>
                                </a:xfrm>
                                <a:custGeom>
                                  <a:avLst/>
                                  <a:gdLst>
                                    <a:gd name="T0" fmla="*/ 0 w 264"/>
                                    <a:gd name="T1" fmla="*/ 0 h 48"/>
                                    <a:gd name="T2" fmla="*/ 39 w 264"/>
                                    <a:gd name="T3" fmla="*/ 31 h 48"/>
                                    <a:gd name="T4" fmla="*/ 77 w 264"/>
                                    <a:gd name="T5" fmla="*/ 34 h 48"/>
                                    <a:gd name="T6" fmla="*/ 109 w 264"/>
                                    <a:gd name="T7" fmla="*/ 48 h 48"/>
                                    <a:gd name="T8" fmla="*/ 133 w 264"/>
                                    <a:gd name="T9" fmla="*/ 31 h 48"/>
                                    <a:gd name="T10" fmla="*/ 169 w 264"/>
                                    <a:gd name="T11" fmla="*/ 41 h 48"/>
                                    <a:gd name="T12" fmla="*/ 212 w 264"/>
                                    <a:gd name="T13" fmla="*/ 41 h 48"/>
                                    <a:gd name="T14" fmla="*/ 241 w 264"/>
                                    <a:gd name="T15" fmla="*/ 33 h 48"/>
                                    <a:gd name="T16" fmla="*/ 264 w 264"/>
                                    <a:gd name="T17" fmla="*/ 0 h 48"/>
                                    <a:gd name="T18" fmla="*/ 0 w 264"/>
                                    <a:gd name="T19" fmla="*/ 0 h 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4" h="48">
                                      <a:moveTo>
                                        <a:pt x="0" y="0"/>
                                      </a:moveTo>
                                      <a:lnTo>
                                        <a:pt x="39" y="31"/>
                                      </a:lnTo>
                                      <a:lnTo>
                                        <a:pt x="77" y="34"/>
                                      </a:lnTo>
                                      <a:lnTo>
                                        <a:pt x="109" y="48"/>
                                      </a:lnTo>
                                      <a:lnTo>
                                        <a:pt x="133" y="31"/>
                                      </a:lnTo>
                                      <a:lnTo>
                                        <a:pt x="169" y="41"/>
                                      </a:lnTo>
                                      <a:lnTo>
                                        <a:pt x="212" y="41"/>
                                      </a:lnTo>
                                      <a:lnTo>
                                        <a:pt x="241" y="33"/>
                                      </a:lnTo>
                                      <a:lnTo>
                                        <a:pt x="264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7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6" y="11966"/>
                                  <a:ext cx="261" cy="56"/>
                                </a:xfrm>
                                <a:custGeom>
                                  <a:avLst/>
                                  <a:gdLst>
                                    <a:gd name="T0" fmla="*/ 0 w 261"/>
                                    <a:gd name="T1" fmla="*/ 56 h 56"/>
                                    <a:gd name="T2" fmla="*/ 32 w 261"/>
                                    <a:gd name="T3" fmla="*/ 24 h 56"/>
                                    <a:gd name="T4" fmla="*/ 72 w 261"/>
                                    <a:gd name="T5" fmla="*/ 3 h 56"/>
                                    <a:gd name="T6" fmla="*/ 115 w 261"/>
                                    <a:gd name="T7" fmla="*/ 22 h 56"/>
                                    <a:gd name="T8" fmla="*/ 136 w 261"/>
                                    <a:gd name="T9" fmla="*/ 0 h 56"/>
                                    <a:gd name="T10" fmla="*/ 172 w 261"/>
                                    <a:gd name="T11" fmla="*/ 15 h 56"/>
                                    <a:gd name="T12" fmla="*/ 197 w 261"/>
                                    <a:gd name="T13" fmla="*/ 8 h 56"/>
                                    <a:gd name="T14" fmla="*/ 233 w 261"/>
                                    <a:gd name="T15" fmla="*/ 24 h 56"/>
                                    <a:gd name="T16" fmla="*/ 261 w 261"/>
                                    <a:gd name="T17" fmla="*/ 56 h 56"/>
                                    <a:gd name="T18" fmla="*/ 0 w 261"/>
                                    <a:gd name="T19" fmla="*/ 56 h 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1" h="56">
                                      <a:moveTo>
                                        <a:pt x="0" y="56"/>
                                      </a:moveTo>
                                      <a:lnTo>
                                        <a:pt x="32" y="24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115" y="22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72" y="15"/>
                                      </a:lnTo>
                                      <a:lnTo>
                                        <a:pt x="197" y="8"/>
                                      </a:lnTo>
                                      <a:lnTo>
                                        <a:pt x="233" y="24"/>
                                      </a:lnTo>
                                      <a:lnTo>
                                        <a:pt x="261" y="56"/>
                                      </a:lnTo>
                                      <a:lnTo>
                                        <a:pt x="0" y="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C002256" id="Group 333" o:spid="_x0000_s1026" style="position:absolute;margin-left:212.6pt;margin-top:1.4pt;width:15.35pt;height:6.85pt;z-index:251659776" coordorigin="6904,11891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">
                      <v:line id="Line 334" o:spid="_x0000_s1027" style="position:absolute;visibility:visible;mso-wrap-style:square" from="6904,11891" to="7211,11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      <v:line id="Line 335" o:spid="_x0000_s1028" style="position:absolute;visibility:visible;mso-wrap-style:square" from="6904,12028" to="7211,12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          <v:shape id="Freeform 336" o:spid="_x0000_s1029" style="position:absolute;left:6923;top:11897;width:264;height:48;visibility:visible;mso-wrap-style:square;v-text-anchor:top" coordsize="264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" path="m,l39,31r38,3l109,48,133,31r36,10l212,41r29,-8l264,,,xe" fillcolor="black" stroked="f">
                        <v:path arrowok="t" o:connecttype="custom" o:connectlocs="0,0;39,31;77,34;109,48;133,31;169,41;212,41;241,33;264,0;0,0" o:connectangles="0,0,0,0,0,0,0,0,0,0"/>
                      </v:shape>
                      <v:shape id="Freeform 337" o:spid="_x0000_s1030" style="position:absolute;left:6926;top:11966;width:261;height:56;visibility:visible;mso-wrap-style:square;v-text-anchor:top" coordsize="26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" path="m,56l32,24,72,3r43,19l136,r36,15l197,8r36,16l261,56,,56xe" fillcolor="black" stroked="f">
                        <v:path arrowok="t" o:connecttype="custom" o:connectlocs="0,56;32,24;72,3;115,22;136,0;172,15;197,8;233,24;261,56;0,56" o:connectangles="0,0,0,0,0,0,0,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2009140</wp:posOffset>
                      </wp:positionH>
                      <wp:positionV relativeFrom="paragraph">
                        <wp:posOffset>16510</wp:posOffset>
                      </wp:positionV>
                      <wp:extent cx="194945" cy="85725"/>
                      <wp:effectExtent l="46355" t="8890" r="44450" b="10160"/>
                      <wp:wrapNone/>
                      <wp:docPr id="7" name="Group 3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5725"/>
                                <a:chOff x="5784" y="11903"/>
                                <a:chExt cx="307" cy="135"/>
                              </a:xfrm>
                            </wpg:grpSpPr>
                            <wps:wsp>
                              <wps:cNvPr id="200" name="Line 3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5" y="11971"/>
                                  <a:ext cx="3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2" name="Line 3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190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9" name="Line 3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203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E17AB08" id="Group 329" o:spid="_x0000_s1026" style="position:absolute;margin-left:158.2pt;margin-top:1.3pt;width:15.35pt;height:6.75pt;z-index:251658752" coordorigin="5784,11903" coordsize="307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">
                      <v:line id="Line 330" o:spid="_x0000_s1027" style="position:absolute;visibility:visible;mso-wrap-style:square" from="5785,11971" to="6091,1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" strokecolor="red" strokeweight="6pt"/>
                      <v:line id="Line 331" o:spid="_x0000_s1028" style="position:absolute;visibility:visible;mso-wrap-style:square" from="5784,11903" to="6091,11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      <v:line id="Line 332" o:spid="_x0000_s1029" style="position:absolute;visibility:visible;mso-wrap-style:square" from="5784,12038" to="6091,12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    </v:group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62230</wp:posOffset>
                      </wp:positionV>
                      <wp:extent cx="194310" cy="0"/>
                      <wp:effectExtent l="38100" t="45085" r="43815" b="40640"/>
                      <wp:wrapNone/>
                      <wp:docPr id="6" name="Line 3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31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0A96D6" id="Line 325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55pt,4.9pt" to="76.8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" strokecolor="navy" strokeweight="6pt"/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3930015</wp:posOffset>
                      </wp:positionH>
                      <wp:positionV relativeFrom="paragraph">
                        <wp:posOffset>15875</wp:posOffset>
                      </wp:positionV>
                      <wp:extent cx="194945" cy="89535"/>
                      <wp:effectExtent l="5080" t="8255" r="9525" b="6985"/>
                      <wp:wrapNone/>
                      <wp:docPr id="2" name="Group 3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9535"/>
                                <a:chOff x="8876" y="11896"/>
                                <a:chExt cx="307" cy="141"/>
                              </a:xfrm>
                            </wpg:grpSpPr>
                            <wps:wsp>
                              <wps:cNvPr id="218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08" y="11897"/>
                                  <a:ext cx="237" cy="140"/>
                                </a:xfrm>
                                <a:custGeom>
                                  <a:avLst/>
                                  <a:gdLst>
                                    <a:gd name="T0" fmla="*/ 0 w 237"/>
                                    <a:gd name="T1" fmla="*/ 0 h 140"/>
                                    <a:gd name="T2" fmla="*/ 22 w 237"/>
                                    <a:gd name="T3" fmla="*/ 67 h 140"/>
                                    <a:gd name="T4" fmla="*/ 0 w 237"/>
                                    <a:gd name="T5" fmla="*/ 140 h 140"/>
                                    <a:gd name="T6" fmla="*/ 237 w 237"/>
                                    <a:gd name="T7" fmla="*/ 138 h 140"/>
                                    <a:gd name="T8" fmla="*/ 217 w 237"/>
                                    <a:gd name="T9" fmla="*/ 67 h 140"/>
                                    <a:gd name="T10" fmla="*/ 236 w 237"/>
                                    <a:gd name="T11" fmla="*/ 0 h 140"/>
                                    <a:gd name="T12" fmla="*/ 0 w 237"/>
                                    <a:gd name="T13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" h="140">
                                      <a:moveTo>
                                        <a:pt x="0" y="0"/>
                                      </a:moveTo>
                                      <a:cubicBezTo>
                                        <a:pt x="25" y="65"/>
                                        <a:pt x="22" y="43"/>
                                        <a:pt x="22" y="67"/>
                                      </a:cubicBezTo>
                                      <a:cubicBezTo>
                                        <a:pt x="22" y="90"/>
                                        <a:pt x="25" y="69"/>
                                        <a:pt x="0" y="140"/>
                                      </a:cubicBezTo>
                                      <a:cubicBezTo>
                                        <a:pt x="118" y="139"/>
                                        <a:pt x="237" y="138"/>
                                        <a:pt x="237" y="138"/>
                                      </a:cubicBezTo>
                                      <a:cubicBezTo>
                                        <a:pt x="214" y="65"/>
                                        <a:pt x="217" y="90"/>
                                        <a:pt x="217" y="67"/>
                                      </a:cubicBezTo>
                                      <a:cubicBezTo>
                                        <a:pt x="216" y="45"/>
                                        <a:pt x="214" y="65"/>
                                        <a:pt x="236" y="0"/>
                                      </a:cubicBezTo>
                                      <a:cubicBezTo>
                                        <a:pt x="102" y="2"/>
                                        <a:pt x="0" y="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9" name="Line 3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1896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0" name="Line 3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203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2AFEBAF" id="Group 338" o:spid="_x0000_s1026" style="position:absolute;margin-left:309.45pt;margin-top:1.25pt;width:15.35pt;height:7.05pt;z-index:251660800" coordorigin="8876,11896" coordsize="307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">
                      <v:shape id="Freeform 339" o:spid="_x0000_s1027" style="position:absolute;left:8908;top:11897;width:237;height:140;visibility:visible;mso-wrap-style:square;v-text-anchor:top" coordsize="237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" path="m,c25,65,22,43,22,67v,23,3,2,-22,73c118,139,237,138,237,138,214,65,217,90,217,67,216,45,214,65,236,,102,2,,,,xe" fillcolor="#333" stroked="f">
                        <v:path arrowok="t" o:connecttype="custom" o:connectlocs="0,0;22,67;0,140;237,138;217,67;236,0;0,0" o:connectangles="0,0,0,0,0,0,0"/>
                      </v:shape>
                      <v:line id="Line 340" o:spid="_x0000_s1028" style="position:absolute;visibility:visible;mso-wrap-style:square" from="8876,11896" to="9183,11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"/>
                      <v:line id="Line 341" o:spid="_x0000_s1029" style="position:absolute;visibility:visible;mso-wrap-style:square" from="8876,12033" to="9183,12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"/>
                    </v:group>
                  </w:pict>
                </mc:Fallback>
              </mc:AlternateContent>
            </w:r>
            <w:r w:rsidR="00894682" w:rsidRPr="001906A2">
              <w:rPr>
                <w:rFonts w:ascii="Arial" w:hAnsi="Arial" w:cs="Arial"/>
                <w:color w:val="808080"/>
                <w:sz w:val="16"/>
                <w:szCs w:val="16"/>
              </w:rPr>
              <w:t>Normal Deep              Normal Superficial              Reflux              Chronic Thrombus              Acute Thrombus</w:t>
            </w:r>
          </w:p>
        </w:tc>
      </w:tr>
      <w:tr w:rsidR="00894682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</w:p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bCs/>
                <w:color w:val="808080"/>
                <w:sz w:val="18"/>
                <w:szCs w:val="18"/>
              </w:rPr>
              <w:t>Deep Veins:</w:t>
            </w:r>
          </w:p>
        </w:tc>
        <w:tc>
          <w:tcPr>
            <w:tcW w:w="3839" w:type="dxa"/>
            <w:shd w:val="clear" w:color="auto" w:fill="auto"/>
            <w:tcMar>
              <w:top w:w="28" w:type="dxa"/>
              <w:bottom w:w="28" w:type="dxa"/>
            </w:tcMar>
          </w:tcPr>
          <w:p w:rsidR="00894682" w:rsidRPr="00894682" w:rsidRDefault="00894682" w:rsidP="001906A2">
            <w:pPr>
              <w:tabs>
                <w:tab w:val="left" w:pos="867"/>
              </w:tabs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Right</w:t>
            </w:r>
          </w:p>
          <w:p w:rsidR="00894682" w:rsidRDefault="00894682" w:rsidP="00052BE4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</w:t>
            </w:r>
            <w:r w:rsidR="00052BE4">
              <w:rPr>
                <w:rFonts w:ascii="Arial" w:hAnsi="Arial" w:cs="Arial"/>
                <w:sz w:val="18"/>
                <w:szCs w:val="20"/>
              </w:rPr>
              <w:t>. Incompetent CFV-PTV.</w:t>
            </w:r>
          </w:p>
        </w:tc>
        <w:tc>
          <w:tcPr>
            <w:tcW w:w="3832" w:type="dxa"/>
            <w:shd w:val="clear" w:color="auto" w:fill="auto"/>
          </w:tcPr>
          <w:p w:rsidR="00894682" w:rsidRDefault="00894682" w:rsidP="001906A2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Left</w:t>
            </w:r>
          </w:p>
          <w:p w:rsidR="00951099" w:rsidRPr="001906A2" w:rsidRDefault="00052BE4" w:rsidP="00052BE4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Patent. Incompetent CFV-PTV.</w:t>
            </w:r>
            <w:r w:rsidR="007C783D">
              <w:rPr>
                <w:rFonts w:ascii="Arial" w:hAnsi="Arial" w:cs="Arial"/>
                <w:sz w:val="18"/>
                <w:szCs w:val="20"/>
              </w:rPr>
              <w:t xml:space="preserve"> There is Post thrombotic scarring in the proximal-mid SFV.</w:t>
            </w:r>
          </w:p>
        </w:tc>
      </w:tr>
      <w:tr w:rsidR="00951099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51099" w:rsidRPr="001906A2" w:rsidRDefault="00951099" w:rsidP="00951099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Superficial Veins:</w:t>
            </w:r>
          </w:p>
        </w:tc>
        <w:tc>
          <w:tcPr>
            <w:tcW w:w="3839" w:type="dxa"/>
            <w:shd w:val="clear" w:color="auto" w:fill="auto"/>
            <w:tcMar>
              <w:top w:w="28" w:type="dxa"/>
              <w:bottom w:w="28" w:type="dxa"/>
            </w:tcMar>
          </w:tcPr>
          <w:p w:rsidR="00951099" w:rsidRPr="001906A2" w:rsidRDefault="00052BE4" w:rsidP="00951099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Patent. Incompetent ATV, which supplies an incompetent branch that communicates with the LSV in the proximal calf. Competent LSV and SSV throughout. </w:t>
            </w:r>
          </w:p>
        </w:tc>
        <w:tc>
          <w:tcPr>
            <w:tcW w:w="3832" w:type="dxa"/>
            <w:shd w:val="clear" w:color="auto" w:fill="auto"/>
          </w:tcPr>
          <w:p w:rsidR="00951099" w:rsidRPr="001906A2" w:rsidRDefault="00052BE4" w:rsidP="007C783D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Patent. Incompetent ATV, which supplies an incompetent branch that communicates with the LSV in the proximal calf</w:t>
            </w:r>
            <w:r w:rsidR="007C783D">
              <w:rPr>
                <w:rFonts w:ascii="Arial" w:hAnsi="Arial" w:cs="Arial"/>
                <w:sz w:val="18"/>
                <w:szCs w:val="20"/>
              </w:rPr>
              <w:t xml:space="preserve"> where it becomes incompetent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="007C783D">
              <w:rPr>
                <w:rFonts w:ascii="Arial" w:hAnsi="Arial" w:cs="Arial"/>
                <w:sz w:val="18"/>
                <w:szCs w:val="20"/>
              </w:rPr>
              <w:t xml:space="preserve"> Competent SSV throughout.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  <w:tr w:rsidR="00951099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51099" w:rsidRPr="001906A2" w:rsidRDefault="00951099" w:rsidP="0095109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Perforators:</w:t>
            </w:r>
          </w:p>
        </w:tc>
        <w:tc>
          <w:tcPr>
            <w:tcW w:w="3839" w:type="dxa"/>
            <w:shd w:val="clear" w:color="auto" w:fill="auto"/>
            <w:tcMar>
              <w:top w:w="28" w:type="dxa"/>
              <w:bottom w:w="28" w:type="dxa"/>
            </w:tcMar>
          </w:tcPr>
          <w:p w:rsidR="00951099" w:rsidRPr="001906A2" w:rsidRDefault="00052BE4" w:rsidP="00052BE4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Incompetent PTV to LSV branch perforator in the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mid calf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, measuring 4.3mm in diameter.</w:t>
            </w:r>
          </w:p>
        </w:tc>
        <w:tc>
          <w:tcPr>
            <w:tcW w:w="3832" w:type="dxa"/>
            <w:shd w:val="clear" w:color="auto" w:fill="auto"/>
          </w:tcPr>
          <w:p w:rsidR="00951099" w:rsidRPr="001906A2" w:rsidRDefault="00951099" w:rsidP="00951099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1906A2">
              <w:rPr>
                <w:rFonts w:ascii="Arial" w:hAnsi="Arial" w:cs="Arial"/>
                <w:sz w:val="18"/>
                <w:szCs w:val="20"/>
              </w:rPr>
              <w:t>No incompetent perforators were detected.</w:t>
            </w:r>
          </w:p>
        </w:tc>
      </w:tr>
      <w:tr w:rsidR="00951099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51099" w:rsidRPr="001906A2" w:rsidRDefault="00951099" w:rsidP="0095109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3839" w:type="dxa"/>
            <w:shd w:val="clear" w:color="auto" w:fill="auto"/>
            <w:tcMar>
              <w:top w:w="28" w:type="dxa"/>
              <w:bottom w:w="28" w:type="dxa"/>
            </w:tcMar>
          </w:tcPr>
          <w:p w:rsidR="00951099" w:rsidRPr="00951099" w:rsidRDefault="00951099" w:rsidP="00951099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  <w:tc>
          <w:tcPr>
            <w:tcW w:w="3832" w:type="dxa"/>
            <w:shd w:val="clear" w:color="auto" w:fill="auto"/>
          </w:tcPr>
          <w:p w:rsidR="00951099" w:rsidRPr="001906A2" w:rsidRDefault="00951099" w:rsidP="00951099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951099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51099" w:rsidRPr="001906A2" w:rsidRDefault="00951099" w:rsidP="0095109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671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951099" w:rsidRPr="001906A2" w:rsidRDefault="00951099" w:rsidP="00951099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951099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51099" w:rsidRPr="001906A2" w:rsidRDefault="00951099" w:rsidP="0095109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671" w:type="dxa"/>
            <w:gridSpan w:val="2"/>
            <w:shd w:val="clear" w:color="auto" w:fill="E6E6E6"/>
            <w:tcMar>
              <w:top w:w="28" w:type="dxa"/>
              <w:bottom w:w="28" w:type="dxa"/>
            </w:tcMar>
          </w:tcPr>
          <w:p w:rsidR="00951099" w:rsidRPr="001906A2" w:rsidRDefault="00951099" w:rsidP="00951099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Default="00694581"/>
    <w:sectPr w:rsidR="00694581" w:rsidSect="00894682">
      <w:headerReference w:type="default" r:id="rId6"/>
      <w:footerReference w:type="default" r:id="rId7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A0D" w:rsidRDefault="00C84A0D">
      <w:r>
        <w:separator/>
      </w:r>
    </w:p>
  </w:endnote>
  <w:endnote w:type="continuationSeparator" w:id="0">
    <w:p w:rsidR="00C84A0D" w:rsidRDefault="00C84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4F4" w:rsidRPr="00314D22" w:rsidRDefault="00D674F4" w:rsidP="00314D22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A0D" w:rsidRDefault="00C84A0D">
      <w:r>
        <w:separator/>
      </w:r>
    </w:p>
  </w:footnote>
  <w:footnote w:type="continuationSeparator" w:id="0">
    <w:p w:rsidR="00C84A0D" w:rsidRDefault="00C84A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682" w:rsidRDefault="00951099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4758690</wp:posOffset>
          </wp:positionH>
          <wp:positionV relativeFrom="paragraph">
            <wp:posOffset>-59690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6145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A0D"/>
    <w:rsid w:val="00050E18"/>
    <w:rsid w:val="00052BE4"/>
    <w:rsid w:val="0007640A"/>
    <w:rsid w:val="00082FF5"/>
    <w:rsid w:val="000A3239"/>
    <w:rsid w:val="00106CEB"/>
    <w:rsid w:val="00130125"/>
    <w:rsid w:val="00130D4E"/>
    <w:rsid w:val="001906A2"/>
    <w:rsid w:val="001934F0"/>
    <w:rsid w:val="001C78C7"/>
    <w:rsid w:val="002027E7"/>
    <w:rsid w:val="0020510B"/>
    <w:rsid w:val="00216637"/>
    <w:rsid w:val="002213C3"/>
    <w:rsid w:val="002523B4"/>
    <w:rsid w:val="00252DD3"/>
    <w:rsid w:val="0025571B"/>
    <w:rsid w:val="00267D9C"/>
    <w:rsid w:val="002845F4"/>
    <w:rsid w:val="002C2267"/>
    <w:rsid w:val="002D5608"/>
    <w:rsid w:val="002D614F"/>
    <w:rsid w:val="002E2274"/>
    <w:rsid w:val="002F29A9"/>
    <w:rsid w:val="00314D22"/>
    <w:rsid w:val="00317A10"/>
    <w:rsid w:val="00324B94"/>
    <w:rsid w:val="00332965"/>
    <w:rsid w:val="00336AD7"/>
    <w:rsid w:val="003437F9"/>
    <w:rsid w:val="00345270"/>
    <w:rsid w:val="003512C1"/>
    <w:rsid w:val="003A31C2"/>
    <w:rsid w:val="003B7DF9"/>
    <w:rsid w:val="003E544F"/>
    <w:rsid w:val="00400424"/>
    <w:rsid w:val="0041713E"/>
    <w:rsid w:val="0043201F"/>
    <w:rsid w:val="004400FD"/>
    <w:rsid w:val="00442229"/>
    <w:rsid w:val="004435E9"/>
    <w:rsid w:val="00443A11"/>
    <w:rsid w:val="00446D9E"/>
    <w:rsid w:val="004479C2"/>
    <w:rsid w:val="004610E0"/>
    <w:rsid w:val="00475D18"/>
    <w:rsid w:val="004932D3"/>
    <w:rsid w:val="004934E7"/>
    <w:rsid w:val="004C6732"/>
    <w:rsid w:val="004F7760"/>
    <w:rsid w:val="005727CF"/>
    <w:rsid w:val="005C796A"/>
    <w:rsid w:val="005E5BC0"/>
    <w:rsid w:val="005F76F8"/>
    <w:rsid w:val="00607FEE"/>
    <w:rsid w:val="00662835"/>
    <w:rsid w:val="00687CAB"/>
    <w:rsid w:val="00694581"/>
    <w:rsid w:val="006A694B"/>
    <w:rsid w:val="0077506E"/>
    <w:rsid w:val="00781E01"/>
    <w:rsid w:val="00784424"/>
    <w:rsid w:val="007A7B01"/>
    <w:rsid w:val="007C096F"/>
    <w:rsid w:val="007C783D"/>
    <w:rsid w:val="00826D31"/>
    <w:rsid w:val="00845175"/>
    <w:rsid w:val="00851A06"/>
    <w:rsid w:val="008527CA"/>
    <w:rsid w:val="00865D92"/>
    <w:rsid w:val="00894682"/>
    <w:rsid w:val="008A123B"/>
    <w:rsid w:val="008B22FA"/>
    <w:rsid w:val="008B5D7F"/>
    <w:rsid w:val="008D344E"/>
    <w:rsid w:val="008D3EDB"/>
    <w:rsid w:val="00911F56"/>
    <w:rsid w:val="00937D9E"/>
    <w:rsid w:val="0094691B"/>
    <w:rsid w:val="00951099"/>
    <w:rsid w:val="009A34D2"/>
    <w:rsid w:val="009A5CA0"/>
    <w:rsid w:val="009C6954"/>
    <w:rsid w:val="009D2BAA"/>
    <w:rsid w:val="00A00D03"/>
    <w:rsid w:val="00A50BBC"/>
    <w:rsid w:val="00A5497F"/>
    <w:rsid w:val="00A625F9"/>
    <w:rsid w:val="00A7491A"/>
    <w:rsid w:val="00AA6449"/>
    <w:rsid w:val="00AB6270"/>
    <w:rsid w:val="00AD21C9"/>
    <w:rsid w:val="00AE30A1"/>
    <w:rsid w:val="00AF27D7"/>
    <w:rsid w:val="00B46ED4"/>
    <w:rsid w:val="00B62A9E"/>
    <w:rsid w:val="00B67AFA"/>
    <w:rsid w:val="00B77F20"/>
    <w:rsid w:val="00B83663"/>
    <w:rsid w:val="00BB2752"/>
    <w:rsid w:val="00BE4B42"/>
    <w:rsid w:val="00C133B0"/>
    <w:rsid w:val="00C32C3B"/>
    <w:rsid w:val="00C44173"/>
    <w:rsid w:val="00C4581A"/>
    <w:rsid w:val="00C46C3E"/>
    <w:rsid w:val="00C47CD3"/>
    <w:rsid w:val="00C5764B"/>
    <w:rsid w:val="00C84398"/>
    <w:rsid w:val="00C84A0D"/>
    <w:rsid w:val="00C9350C"/>
    <w:rsid w:val="00CC6657"/>
    <w:rsid w:val="00CD7188"/>
    <w:rsid w:val="00D34D9F"/>
    <w:rsid w:val="00D42CEC"/>
    <w:rsid w:val="00D605F8"/>
    <w:rsid w:val="00D674F4"/>
    <w:rsid w:val="00D8115C"/>
    <w:rsid w:val="00D81821"/>
    <w:rsid w:val="00D8557F"/>
    <w:rsid w:val="00DD13FB"/>
    <w:rsid w:val="00E071B6"/>
    <w:rsid w:val="00E21EED"/>
    <w:rsid w:val="00E70784"/>
    <w:rsid w:val="00E75EB3"/>
    <w:rsid w:val="00E96ADB"/>
    <w:rsid w:val="00F14BB1"/>
    <w:rsid w:val="00F34375"/>
    <w:rsid w:val="00F37989"/>
    <w:rsid w:val="00F672C6"/>
    <w:rsid w:val="00FC3506"/>
    <w:rsid w:val="00FC669E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ddd,#eaeaea"/>
    </o:shapedefaults>
    <o:shapelayout v:ext="edit">
      <o:idmap v:ext="edit" data="1"/>
    </o:shapelayout>
  </w:shapeDefaults>
  <w:decimalSymbol w:val="."/>
  <w:listSeparator w:val=","/>
  <w14:docId w14:val="794DF74C"/>
  <w15:chartTrackingRefBased/>
  <w15:docId w15:val="{131A17A8-4E73-4394-AB3D-5E6C41086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xpbh-tr.nhs.uk\Users\Home\jamesr2\Desktop\BILATERAL\Bilateral%20Venous%20RJ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Bilateral Venous RJ</Template>
  <TotalTime>0</TotalTime>
  <Pages>1</Pages>
  <Words>154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Peterborough City Hospital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Patient Report</dc:subject>
  <dc:creator>James, Robert</dc:creator>
  <cp:keywords/>
  <cp:lastModifiedBy>James, Robert</cp:lastModifiedBy>
  <cp:revision>2</cp:revision>
  <cp:lastPrinted>1900-01-01T00:00:00Z</cp:lastPrinted>
  <dcterms:created xsi:type="dcterms:W3CDTF">2020-08-07T10:07:00Z</dcterms:created>
  <dcterms:modified xsi:type="dcterms:W3CDTF">2020-08-07T10:07:00Z</dcterms:modified>
  <cp:category>Patient Report</cp:category>
</cp:coreProperties>
</file>